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A3CCE" w14:textId="70A5FF23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B56778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ED0499">
        <w:rPr>
          <w:rFonts w:ascii="Times New Roman" w:hAnsi="Times New Roman"/>
          <w:b/>
          <w:bCs/>
          <w:sz w:val="24"/>
          <w:szCs w:val="24"/>
        </w:rPr>
        <w:tab/>
      </w:r>
      <w:r w:rsidR="00ED0499">
        <w:rPr>
          <w:rFonts w:ascii="Times New Roman" w:hAnsi="Times New Roman"/>
          <w:b/>
          <w:bCs/>
          <w:sz w:val="24"/>
          <w:szCs w:val="24"/>
        </w:rPr>
        <w:tab/>
      </w:r>
      <w:r w:rsidR="00ED0499">
        <w:rPr>
          <w:rFonts w:ascii="Times New Roman" w:hAnsi="Times New Roman"/>
          <w:b/>
          <w:bCs/>
          <w:sz w:val="24"/>
          <w:szCs w:val="24"/>
        </w:rPr>
        <w:tab/>
      </w:r>
      <w:r w:rsidR="00ED0499">
        <w:rPr>
          <w:rFonts w:ascii="Times New Roman" w:hAnsi="Times New Roman"/>
          <w:b/>
          <w:bCs/>
          <w:sz w:val="24"/>
          <w:szCs w:val="24"/>
        </w:rPr>
        <w:tab/>
      </w:r>
      <w:r w:rsidR="00ED0499">
        <w:rPr>
          <w:rFonts w:ascii="Times New Roman" w:hAnsi="Times New Roman"/>
          <w:b/>
          <w:bCs/>
          <w:sz w:val="24"/>
          <w:szCs w:val="24"/>
        </w:rPr>
        <w:tab/>
      </w:r>
      <w:r w:rsidR="00D8678B" w:rsidRPr="00B56778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B56778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B56778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B56778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B56778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B56778">
        <w:rPr>
          <w:rFonts w:ascii="Times New Roman" w:hAnsi="Times New Roman"/>
          <w:bCs/>
          <w:i/>
          <w:sz w:val="24"/>
          <w:szCs w:val="24"/>
        </w:rPr>
        <w:t>12/2019</w:t>
      </w:r>
    </w:p>
    <w:p w14:paraId="37CE4F74" w14:textId="77777777" w:rsidR="00ED0499" w:rsidRPr="00B56778" w:rsidRDefault="00ED0499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514B5492" w14:textId="77777777" w:rsidR="0085747A" w:rsidRPr="00592D07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92D07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51F8458C" w14:textId="06E903C8" w:rsidR="0085747A" w:rsidRPr="00592D07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92D07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592D07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912BE1" w:rsidRPr="00592D07">
        <w:rPr>
          <w:rFonts w:ascii="Times New Roman" w:hAnsi="Times New Roman"/>
          <w:i/>
          <w:smallCaps/>
          <w:sz w:val="24"/>
          <w:szCs w:val="24"/>
        </w:rPr>
        <w:t>202</w:t>
      </w:r>
      <w:r w:rsidR="00A7523D" w:rsidRPr="00592D07">
        <w:rPr>
          <w:rFonts w:ascii="Times New Roman" w:hAnsi="Times New Roman"/>
          <w:i/>
          <w:smallCaps/>
          <w:sz w:val="24"/>
          <w:szCs w:val="24"/>
        </w:rPr>
        <w:t>3</w:t>
      </w:r>
      <w:r w:rsidR="00912BE1" w:rsidRPr="00592D07">
        <w:rPr>
          <w:rFonts w:ascii="Times New Roman" w:hAnsi="Times New Roman"/>
          <w:i/>
          <w:smallCaps/>
          <w:sz w:val="24"/>
          <w:szCs w:val="24"/>
        </w:rPr>
        <w:t>-202</w:t>
      </w:r>
      <w:r w:rsidR="00A7523D" w:rsidRPr="00592D07">
        <w:rPr>
          <w:rFonts w:ascii="Times New Roman" w:hAnsi="Times New Roman"/>
          <w:i/>
          <w:smallCaps/>
          <w:sz w:val="24"/>
          <w:szCs w:val="24"/>
        </w:rPr>
        <w:t>8</w:t>
      </w:r>
    </w:p>
    <w:p w14:paraId="3C90E3E7" w14:textId="670DC63C" w:rsidR="0085747A" w:rsidRPr="00592D07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592D0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</w:t>
      </w:r>
      <w:r w:rsidR="00592D07">
        <w:rPr>
          <w:rFonts w:ascii="Times New Roman" w:hAnsi="Times New Roman"/>
          <w:i/>
          <w:sz w:val="24"/>
          <w:szCs w:val="24"/>
        </w:rPr>
        <w:t xml:space="preserve">        </w:t>
      </w:r>
    </w:p>
    <w:p w14:paraId="1D83D8CE" w14:textId="3FB86FAF" w:rsidR="00445970" w:rsidRPr="00592D07" w:rsidRDefault="00ED0499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592D07">
        <w:rPr>
          <w:rFonts w:ascii="Times New Roman" w:hAnsi="Times New Roman"/>
          <w:sz w:val="24"/>
          <w:szCs w:val="24"/>
        </w:rPr>
        <w:tab/>
      </w:r>
      <w:r w:rsidRPr="00592D07">
        <w:rPr>
          <w:rFonts w:ascii="Times New Roman" w:hAnsi="Times New Roman"/>
          <w:sz w:val="24"/>
          <w:szCs w:val="24"/>
        </w:rPr>
        <w:tab/>
      </w:r>
      <w:r w:rsidRPr="00592D07">
        <w:rPr>
          <w:rFonts w:ascii="Times New Roman" w:hAnsi="Times New Roman"/>
          <w:sz w:val="24"/>
          <w:szCs w:val="24"/>
        </w:rPr>
        <w:tab/>
      </w:r>
      <w:r w:rsidRPr="00592D07">
        <w:rPr>
          <w:rFonts w:ascii="Times New Roman" w:hAnsi="Times New Roman"/>
          <w:sz w:val="24"/>
          <w:szCs w:val="24"/>
        </w:rPr>
        <w:tab/>
      </w:r>
      <w:r w:rsidR="00592D07">
        <w:rPr>
          <w:rFonts w:ascii="Times New Roman" w:hAnsi="Times New Roman"/>
          <w:sz w:val="24"/>
          <w:szCs w:val="24"/>
        </w:rPr>
        <w:t xml:space="preserve">       </w:t>
      </w:r>
      <w:r w:rsidRPr="00592D07">
        <w:rPr>
          <w:rFonts w:ascii="Times New Roman" w:hAnsi="Times New Roman"/>
          <w:sz w:val="24"/>
          <w:szCs w:val="24"/>
        </w:rPr>
        <w:t xml:space="preserve">Rok akademicki </w:t>
      </w:r>
      <w:r w:rsidR="00912BE1" w:rsidRPr="00592D07">
        <w:rPr>
          <w:rFonts w:ascii="Times New Roman" w:hAnsi="Times New Roman"/>
          <w:sz w:val="24"/>
          <w:szCs w:val="24"/>
        </w:rPr>
        <w:t>20</w:t>
      </w:r>
      <w:r w:rsidR="008E1A51" w:rsidRPr="00592D07">
        <w:rPr>
          <w:rFonts w:ascii="Times New Roman" w:hAnsi="Times New Roman"/>
          <w:sz w:val="24"/>
          <w:szCs w:val="24"/>
        </w:rPr>
        <w:t>2</w:t>
      </w:r>
      <w:r w:rsidR="00194EAA" w:rsidRPr="00592D07">
        <w:rPr>
          <w:rFonts w:ascii="Times New Roman" w:hAnsi="Times New Roman"/>
          <w:sz w:val="24"/>
          <w:szCs w:val="24"/>
        </w:rPr>
        <w:t>6</w:t>
      </w:r>
      <w:r w:rsidR="00912BE1" w:rsidRPr="00592D07">
        <w:rPr>
          <w:rFonts w:ascii="Times New Roman" w:hAnsi="Times New Roman"/>
          <w:sz w:val="24"/>
          <w:szCs w:val="24"/>
        </w:rPr>
        <w:t>/202</w:t>
      </w:r>
      <w:r w:rsidR="00194EAA" w:rsidRPr="00592D07">
        <w:rPr>
          <w:rFonts w:ascii="Times New Roman" w:hAnsi="Times New Roman"/>
          <w:sz w:val="24"/>
          <w:szCs w:val="24"/>
        </w:rPr>
        <w:t>7</w:t>
      </w:r>
    </w:p>
    <w:p w14:paraId="6621200A" w14:textId="77777777" w:rsidR="0085747A" w:rsidRPr="00B5677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70B3B" w14:textId="77777777" w:rsidR="0085747A" w:rsidRPr="00B56778" w:rsidRDefault="0071620A" w:rsidP="00ED0499">
      <w:pPr>
        <w:pStyle w:val="Punktygwne"/>
        <w:spacing w:before="0"/>
        <w:rPr>
          <w:color w:val="0070C0"/>
          <w:szCs w:val="24"/>
        </w:rPr>
      </w:pPr>
      <w:r w:rsidRPr="00B56778">
        <w:rPr>
          <w:szCs w:val="24"/>
        </w:rPr>
        <w:t xml:space="preserve">1. </w:t>
      </w:r>
      <w:r w:rsidR="0085747A" w:rsidRPr="00B56778">
        <w:rPr>
          <w:szCs w:val="24"/>
        </w:rPr>
        <w:t xml:space="preserve">Podstawowe </w:t>
      </w:r>
      <w:r w:rsidR="00445970" w:rsidRPr="00B56778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56778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B567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7E0A6E20" w:rsidR="0085747A" w:rsidRPr="00ED0499" w:rsidRDefault="00C714A4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ED0499">
              <w:rPr>
                <w:sz w:val="24"/>
                <w:szCs w:val="24"/>
              </w:rPr>
              <w:t>Dysfunkcje w rodzinie</w:t>
            </w:r>
          </w:p>
        </w:tc>
      </w:tr>
      <w:tr w:rsidR="0085747A" w:rsidRPr="00B56778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B567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Kod przedmiotu</w:t>
            </w:r>
            <w:r w:rsidR="0085747A" w:rsidRPr="00B56778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B56778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B56778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B56778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nazwa</w:t>
            </w:r>
            <w:r w:rsidR="00C05F44" w:rsidRPr="00B56778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3C36C527" w:rsidR="0085747A" w:rsidRPr="00B56778" w:rsidRDefault="004A23B1" w:rsidP="00ED0499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56778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56778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B567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6559AC60" w:rsidR="0085747A" w:rsidRPr="00B56778" w:rsidRDefault="00ED049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56778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56778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B567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0BF8FF5E" w:rsidR="0085747A" w:rsidRPr="00B56778" w:rsidRDefault="00D8403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56778">
              <w:rPr>
                <w:b w:val="0"/>
                <w:sz w:val="24"/>
                <w:szCs w:val="24"/>
              </w:rPr>
              <w:t>P</w:t>
            </w:r>
            <w:r w:rsidR="00C714A4" w:rsidRPr="00B56778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B56778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B5677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685C5968" w:rsidR="0085747A" w:rsidRPr="00B56778" w:rsidRDefault="00ED049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="00C714A4" w:rsidRPr="00B56778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85747A" w:rsidRPr="00B56778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B567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3438F837" w:rsidR="0085747A" w:rsidRPr="00B56778" w:rsidRDefault="00A7523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56778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B56778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B567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74A27928" w:rsidR="0085747A" w:rsidRPr="00B56778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56778">
              <w:rPr>
                <w:b w:val="0"/>
                <w:sz w:val="24"/>
                <w:szCs w:val="24"/>
              </w:rPr>
              <w:t>stacjonarn</w:t>
            </w:r>
            <w:r w:rsidR="001D2AA0" w:rsidRPr="00B56778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B56778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B567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Rok i semestr</w:t>
            </w:r>
            <w:r w:rsidR="0030395F" w:rsidRPr="00B56778">
              <w:rPr>
                <w:sz w:val="24"/>
                <w:szCs w:val="24"/>
              </w:rPr>
              <w:t>/y</w:t>
            </w:r>
            <w:r w:rsidRPr="00B56778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48919CAE" w:rsidR="0085747A" w:rsidRPr="00B56778" w:rsidRDefault="00592D0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E5152B" w:rsidRPr="00B56778">
              <w:rPr>
                <w:b w:val="0"/>
                <w:sz w:val="24"/>
                <w:szCs w:val="24"/>
              </w:rPr>
              <w:t xml:space="preserve">ok </w:t>
            </w:r>
            <w:r w:rsidR="00C714A4" w:rsidRPr="00B56778">
              <w:rPr>
                <w:b w:val="0"/>
                <w:sz w:val="24"/>
                <w:szCs w:val="24"/>
              </w:rPr>
              <w:t>IV</w:t>
            </w:r>
            <w:r w:rsidR="00E5152B" w:rsidRPr="00B56778">
              <w:rPr>
                <w:b w:val="0"/>
                <w:sz w:val="24"/>
                <w:szCs w:val="24"/>
              </w:rPr>
              <w:t xml:space="preserve">, semestr </w:t>
            </w:r>
            <w:r w:rsidR="00ED0499">
              <w:rPr>
                <w:b w:val="0"/>
                <w:sz w:val="24"/>
                <w:szCs w:val="24"/>
              </w:rPr>
              <w:t>7</w:t>
            </w:r>
          </w:p>
        </w:tc>
      </w:tr>
      <w:tr w:rsidR="0085747A" w:rsidRPr="00B56778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B567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4D51EF3C" w:rsidR="0085747A" w:rsidRPr="00B56778" w:rsidRDefault="00592D0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923D7D" w:rsidRPr="00B56778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B5677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B56778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56778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B56778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B567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50396283" w:rsidR="0085747A" w:rsidRPr="00B56778" w:rsidRDefault="006E6FA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56778">
              <w:rPr>
                <w:b w:val="0"/>
                <w:sz w:val="24"/>
                <w:szCs w:val="24"/>
              </w:rPr>
              <w:t>d</w:t>
            </w:r>
            <w:r w:rsidR="00E36A8A" w:rsidRPr="00B56778">
              <w:rPr>
                <w:b w:val="0"/>
                <w:sz w:val="24"/>
                <w:szCs w:val="24"/>
              </w:rPr>
              <w:t xml:space="preserve">r </w:t>
            </w:r>
            <w:r w:rsidR="00ED0499">
              <w:rPr>
                <w:b w:val="0"/>
                <w:sz w:val="24"/>
                <w:szCs w:val="24"/>
              </w:rPr>
              <w:t>hab. Urszula Gruca-Miąsik, prof. UR</w:t>
            </w:r>
          </w:p>
        </w:tc>
      </w:tr>
      <w:tr w:rsidR="0085747A" w:rsidRPr="00B56778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B567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86276F" w14:textId="3BA39A80" w:rsidR="00ED0499" w:rsidRDefault="00ED0499" w:rsidP="00ED0499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 w:rsidRPr="00B56778">
              <w:rPr>
                <w:b w:val="0"/>
                <w:sz w:val="24"/>
                <w:szCs w:val="24"/>
              </w:rPr>
              <w:t xml:space="preserve">dr </w:t>
            </w:r>
            <w:r>
              <w:rPr>
                <w:b w:val="0"/>
                <w:sz w:val="24"/>
                <w:szCs w:val="24"/>
              </w:rPr>
              <w:t>hab. Urszula Gruca-Miąsik, prof. UR</w:t>
            </w:r>
          </w:p>
          <w:p w14:paraId="12F05937" w14:textId="38BE4372" w:rsidR="0085747A" w:rsidRPr="00B56778" w:rsidRDefault="00794096" w:rsidP="00ED0499">
            <w:pPr>
              <w:pStyle w:val="Odpowiedzi"/>
              <w:spacing w:before="0" w:after="0"/>
              <w:rPr>
                <w:b w:val="0"/>
                <w:sz w:val="24"/>
                <w:szCs w:val="24"/>
              </w:rPr>
            </w:pPr>
            <w:r w:rsidRPr="00B56778">
              <w:rPr>
                <w:b w:val="0"/>
                <w:sz w:val="24"/>
                <w:szCs w:val="24"/>
              </w:rPr>
              <w:t xml:space="preserve">dr </w:t>
            </w:r>
            <w:r w:rsidR="00ED0499">
              <w:rPr>
                <w:b w:val="0"/>
                <w:sz w:val="24"/>
                <w:szCs w:val="24"/>
              </w:rPr>
              <w:t>Beata Gumienny</w:t>
            </w:r>
          </w:p>
        </w:tc>
      </w:tr>
    </w:tbl>
    <w:p w14:paraId="47888A0B" w14:textId="77777777" w:rsidR="0085747A" w:rsidRPr="00B56778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B56778">
        <w:rPr>
          <w:sz w:val="24"/>
          <w:szCs w:val="24"/>
        </w:rPr>
        <w:t xml:space="preserve">* </w:t>
      </w:r>
      <w:r w:rsidRPr="00B56778">
        <w:rPr>
          <w:i/>
          <w:sz w:val="24"/>
          <w:szCs w:val="24"/>
        </w:rPr>
        <w:t>-</w:t>
      </w:r>
      <w:r w:rsidR="00B90885" w:rsidRPr="00B56778">
        <w:rPr>
          <w:b w:val="0"/>
          <w:i/>
          <w:sz w:val="24"/>
          <w:szCs w:val="24"/>
        </w:rPr>
        <w:t>opcjonalni</w:t>
      </w:r>
      <w:r w:rsidR="00B90885" w:rsidRPr="00B56778">
        <w:rPr>
          <w:b w:val="0"/>
          <w:sz w:val="24"/>
          <w:szCs w:val="24"/>
        </w:rPr>
        <w:t>e,</w:t>
      </w:r>
      <w:r w:rsidRPr="00B56778">
        <w:rPr>
          <w:i/>
          <w:sz w:val="24"/>
          <w:szCs w:val="24"/>
        </w:rPr>
        <w:t xml:space="preserve"> </w:t>
      </w:r>
      <w:r w:rsidRPr="00B56778">
        <w:rPr>
          <w:b w:val="0"/>
          <w:i/>
          <w:sz w:val="24"/>
          <w:szCs w:val="24"/>
        </w:rPr>
        <w:t xml:space="preserve">zgodnie z ustaleniami </w:t>
      </w:r>
      <w:r w:rsidR="00B90885" w:rsidRPr="00B56778">
        <w:rPr>
          <w:b w:val="0"/>
          <w:i/>
          <w:sz w:val="24"/>
          <w:szCs w:val="24"/>
        </w:rPr>
        <w:t>w Jednostce</w:t>
      </w:r>
    </w:p>
    <w:p w14:paraId="04250322" w14:textId="77777777" w:rsidR="0085747A" w:rsidRPr="00B56778" w:rsidRDefault="0085747A" w:rsidP="009C54AE">
      <w:pPr>
        <w:pStyle w:val="Podpunkty"/>
        <w:ind w:left="284"/>
        <w:rPr>
          <w:sz w:val="24"/>
          <w:szCs w:val="24"/>
        </w:rPr>
      </w:pPr>
      <w:r w:rsidRPr="00B56778">
        <w:rPr>
          <w:sz w:val="24"/>
          <w:szCs w:val="24"/>
        </w:rPr>
        <w:t>1.</w:t>
      </w:r>
      <w:r w:rsidR="00E22FBC" w:rsidRPr="00B56778">
        <w:rPr>
          <w:sz w:val="24"/>
          <w:szCs w:val="24"/>
        </w:rPr>
        <w:t>1</w:t>
      </w:r>
      <w:r w:rsidRPr="00B56778">
        <w:rPr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B56778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B56778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Pr="00B5677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56778">
              <w:rPr>
                <w:szCs w:val="24"/>
              </w:rPr>
              <w:t>Semestr</w:t>
            </w:r>
          </w:p>
          <w:p w14:paraId="41E7DDA9" w14:textId="77777777" w:rsidR="00015B8F" w:rsidRPr="00B56778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56778">
              <w:rPr>
                <w:szCs w:val="24"/>
              </w:rPr>
              <w:t>(</w:t>
            </w:r>
            <w:r w:rsidR="00363F78" w:rsidRPr="00B56778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B5677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56778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B5677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56778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B5677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56778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B5677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56778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B5677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56778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B5677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56778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B5677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56778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B5677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56778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B56778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56778">
              <w:rPr>
                <w:b/>
                <w:szCs w:val="24"/>
              </w:rPr>
              <w:t>Liczba pkt</w:t>
            </w:r>
            <w:r w:rsidR="00B90885" w:rsidRPr="00B56778">
              <w:rPr>
                <w:b/>
                <w:szCs w:val="24"/>
              </w:rPr>
              <w:t>.</w:t>
            </w:r>
            <w:r w:rsidRPr="00B56778">
              <w:rPr>
                <w:b/>
                <w:szCs w:val="24"/>
              </w:rPr>
              <w:t xml:space="preserve"> ECTS</w:t>
            </w:r>
          </w:p>
        </w:tc>
      </w:tr>
      <w:tr w:rsidR="00015B8F" w:rsidRPr="00B56778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2DCB9002" w:rsidR="00015B8F" w:rsidRPr="00B56778" w:rsidRDefault="00ED0499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772165A4" w:rsidR="00015B8F" w:rsidRPr="00B56778" w:rsidRDefault="00C714A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1669CA0C" w:rsidR="00015B8F" w:rsidRPr="00B56778" w:rsidRDefault="00C714A4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B5677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B5677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B5677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B5677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B5677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B56778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3B5EBE17" w:rsidR="00015B8F" w:rsidRPr="00B56778" w:rsidRDefault="00ED0499" w:rsidP="0091671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3B970C33" w14:textId="77777777" w:rsidR="00923D7D" w:rsidRPr="00B56778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2CBBC264" w14:textId="77777777" w:rsidR="00923D7D" w:rsidRPr="00B56778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3A1D4335" w14:textId="77777777" w:rsidR="0085747A" w:rsidRPr="00B5677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56778">
        <w:rPr>
          <w:smallCaps w:val="0"/>
          <w:szCs w:val="24"/>
        </w:rPr>
        <w:t>1.</w:t>
      </w:r>
      <w:r w:rsidR="00E22FBC" w:rsidRPr="00B56778">
        <w:rPr>
          <w:smallCaps w:val="0"/>
          <w:szCs w:val="24"/>
        </w:rPr>
        <w:t>2</w:t>
      </w:r>
      <w:r w:rsidR="00F83B28" w:rsidRPr="00B56778">
        <w:rPr>
          <w:smallCaps w:val="0"/>
          <w:szCs w:val="24"/>
        </w:rPr>
        <w:t>.</w:t>
      </w:r>
      <w:r w:rsidR="00F83B28" w:rsidRPr="00B56778">
        <w:rPr>
          <w:smallCaps w:val="0"/>
          <w:szCs w:val="24"/>
        </w:rPr>
        <w:tab/>
      </w:r>
      <w:r w:rsidRPr="00B56778">
        <w:rPr>
          <w:smallCaps w:val="0"/>
          <w:szCs w:val="24"/>
        </w:rPr>
        <w:t xml:space="preserve">Sposób realizacji zajęć  </w:t>
      </w:r>
    </w:p>
    <w:p w14:paraId="0FA809AB" w14:textId="082BE8AF" w:rsidR="0085747A" w:rsidRPr="00B56778" w:rsidRDefault="00FF33BD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B56778">
        <w:rPr>
          <w:rFonts w:eastAsia="MS Gothic"/>
          <w:b w:val="0"/>
          <w:szCs w:val="24"/>
          <w:u w:val="single"/>
        </w:rPr>
        <w:t xml:space="preserve">X </w:t>
      </w:r>
      <w:r w:rsidR="0085747A" w:rsidRPr="00B56778">
        <w:rPr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B56778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B56778">
        <w:rPr>
          <w:rFonts w:ascii="Segoe UI Symbol" w:eastAsia="MS Gothic" w:hAnsi="Segoe UI Symbol" w:cs="Segoe UI Symbol"/>
          <w:b w:val="0"/>
          <w:szCs w:val="24"/>
        </w:rPr>
        <w:t>☐</w:t>
      </w:r>
      <w:r w:rsidRPr="00B5677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B56778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2C7D8A00" w14:textId="167AEA81" w:rsidR="009C54AE" w:rsidRPr="00435BAD" w:rsidRDefault="00E22FBC" w:rsidP="00435BAD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B56778">
        <w:rPr>
          <w:smallCaps w:val="0"/>
          <w:szCs w:val="24"/>
        </w:rPr>
        <w:t xml:space="preserve">1.3 </w:t>
      </w:r>
      <w:r w:rsidR="00F83B28" w:rsidRPr="00B56778">
        <w:rPr>
          <w:smallCaps w:val="0"/>
          <w:szCs w:val="24"/>
        </w:rPr>
        <w:tab/>
      </w:r>
      <w:r w:rsidRPr="00B56778">
        <w:rPr>
          <w:smallCaps w:val="0"/>
          <w:szCs w:val="24"/>
        </w:rPr>
        <w:t>For</w:t>
      </w:r>
      <w:r w:rsidR="00445970" w:rsidRPr="00B56778">
        <w:rPr>
          <w:smallCaps w:val="0"/>
          <w:szCs w:val="24"/>
        </w:rPr>
        <w:t xml:space="preserve">ma zaliczenia przedmiotu </w:t>
      </w:r>
      <w:r w:rsidRPr="00B56778">
        <w:rPr>
          <w:smallCaps w:val="0"/>
          <w:szCs w:val="24"/>
        </w:rPr>
        <w:t>(z toku)</w:t>
      </w:r>
      <w:r w:rsidR="001D2AA0" w:rsidRPr="00B56778">
        <w:rPr>
          <w:smallCaps w:val="0"/>
          <w:szCs w:val="24"/>
        </w:rPr>
        <w:t xml:space="preserve">: </w:t>
      </w:r>
      <w:r w:rsidR="00ED0499" w:rsidRPr="00ED0499">
        <w:rPr>
          <w:b w:val="0"/>
          <w:bCs/>
          <w:smallCaps w:val="0"/>
          <w:szCs w:val="24"/>
        </w:rPr>
        <w:t>zaliczenie z oceną</w:t>
      </w:r>
    </w:p>
    <w:p w14:paraId="6723F1B9" w14:textId="77777777" w:rsidR="00E960BB" w:rsidRPr="00B56778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8FD2A3C" w14:textId="77777777" w:rsidR="00E960BB" w:rsidRPr="00B56778" w:rsidRDefault="0085747A" w:rsidP="009C54AE">
      <w:pPr>
        <w:pStyle w:val="Punktygwne"/>
        <w:spacing w:before="0" w:after="0"/>
        <w:rPr>
          <w:szCs w:val="24"/>
        </w:rPr>
      </w:pPr>
      <w:r w:rsidRPr="00B5677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6778" w14:paraId="5E96D769" w14:textId="77777777" w:rsidTr="00745302">
        <w:tc>
          <w:tcPr>
            <w:tcW w:w="9670" w:type="dxa"/>
          </w:tcPr>
          <w:p w14:paraId="5F97D36D" w14:textId="7D235D7E" w:rsidR="0085747A" w:rsidRPr="00B56778" w:rsidRDefault="0091671F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CB386F" w:rsidRPr="00B56778">
              <w:rPr>
                <w:b w:val="0"/>
                <w:smallCaps w:val="0"/>
                <w:color w:val="000000"/>
                <w:szCs w:val="24"/>
              </w:rPr>
              <w:t>psychologii</w:t>
            </w:r>
            <w:r w:rsidR="00C714A4" w:rsidRPr="00B56778">
              <w:rPr>
                <w:b w:val="0"/>
                <w:smallCaps w:val="0"/>
                <w:color w:val="000000"/>
                <w:szCs w:val="24"/>
              </w:rPr>
              <w:t xml:space="preserve"> społecznej i rodziny</w:t>
            </w:r>
            <w:r w:rsidR="001C4F7C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2FE2A5" w14:textId="04831043" w:rsidR="00153C41" w:rsidRPr="00B56778" w:rsidRDefault="00087E43" w:rsidP="009C54AE">
      <w:pPr>
        <w:pStyle w:val="Punktygwne"/>
        <w:spacing w:before="0" w:after="0"/>
        <w:rPr>
          <w:szCs w:val="24"/>
        </w:rPr>
      </w:pPr>
      <w:r w:rsidRPr="00B56778">
        <w:rPr>
          <w:szCs w:val="24"/>
        </w:rPr>
        <w:br w:type="page"/>
      </w:r>
    </w:p>
    <w:p w14:paraId="3DB6FB64" w14:textId="50C69F70" w:rsidR="0085747A" w:rsidRPr="00B56778" w:rsidRDefault="0071620A" w:rsidP="009C54AE">
      <w:pPr>
        <w:pStyle w:val="Punktygwne"/>
        <w:spacing w:before="0" w:after="0"/>
        <w:rPr>
          <w:szCs w:val="24"/>
        </w:rPr>
      </w:pPr>
      <w:r w:rsidRPr="00B56778">
        <w:rPr>
          <w:szCs w:val="24"/>
        </w:rPr>
        <w:lastRenderedPageBreak/>
        <w:t>3.</w:t>
      </w:r>
      <w:r w:rsidR="0085747A" w:rsidRPr="00B56778">
        <w:rPr>
          <w:szCs w:val="24"/>
        </w:rPr>
        <w:t xml:space="preserve"> </w:t>
      </w:r>
      <w:r w:rsidR="00A84C85" w:rsidRPr="00B56778">
        <w:rPr>
          <w:szCs w:val="24"/>
        </w:rPr>
        <w:t>cele, efekty uczenia się</w:t>
      </w:r>
      <w:r w:rsidR="0085747A" w:rsidRPr="00B56778">
        <w:rPr>
          <w:szCs w:val="24"/>
        </w:rPr>
        <w:t>, treści Programowe i stosowane metody Dydaktyczne</w:t>
      </w:r>
    </w:p>
    <w:p w14:paraId="2FD6FE6D" w14:textId="77777777" w:rsidR="0085747A" w:rsidRPr="00B56778" w:rsidRDefault="0085747A" w:rsidP="009C54AE">
      <w:pPr>
        <w:pStyle w:val="Punktygwne"/>
        <w:spacing w:before="0" w:after="0"/>
        <w:rPr>
          <w:szCs w:val="24"/>
        </w:rPr>
      </w:pPr>
    </w:p>
    <w:p w14:paraId="65EB5FEE" w14:textId="77777777" w:rsidR="0085747A" w:rsidRPr="00B56778" w:rsidRDefault="0071620A" w:rsidP="009C54AE">
      <w:pPr>
        <w:pStyle w:val="Podpunkty"/>
        <w:rPr>
          <w:sz w:val="24"/>
          <w:szCs w:val="24"/>
        </w:rPr>
      </w:pPr>
      <w:r w:rsidRPr="00B56778">
        <w:rPr>
          <w:sz w:val="24"/>
          <w:szCs w:val="24"/>
        </w:rPr>
        <w:t xml:space="preserve">3.1 </w:t>
      </w:r>
      <w:r w:rsidR="00C05F44" w:rsidRPr="00B56778">
        <w:rPr>
          <w:sz w:val="24"/>
          <w:szCs w:val="24"/>
        </w:rPr>
        <w:t>Cele przedmiotu</w:t>
      </w:r>
    </w:p>
    <w:p w14:paraId="11CC207B" w14:textId="77777777" w:rsidR="00F83B28" w:rsidRPr="00B56778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B56778" w14:paraId="097DCC3D" w14:textId="77777777" w:rsidTr="009A623D">
        <w:tc>
          <w:tcPr>
            <w:tcW w:w="845" w:type="dxa"/>
            <w:vAlign w:val="center"/>
          </w:tcPr>
          <w:p w14:paraId="5F06BB30" w14:textId="6EDF5E7B" w:rsidR="009A623D" w:rsidRPr="00B56778" w:rsidRDefault="009A623D" w:rsidP="001C4F7C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B56778">
              <w:rPr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14:paraId="20481C99" w14:textId="0A3889E0" w:rsidR="009A623D" w:rsidRPr="00B56778" w:rsidRDefault="002F1EBC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56778">
              <w:rPr>
                <w:b w:val="0"/>
                <w:bCs/>
                <w:sz w:val="24"/>
                <w:szCs w:val="24"/>
              </w:rPr>
              <w:t>P</w:t>
            </w:r>
            <w:r w:rsidR="009A623D" w:rsidRPr="00B56778">
              <w:rPr>
                <w:b w:val="0"/>
                <w:bCs/>
                <w:sz w:val="24"/>
                <w:szCs w:val="24"/>
              </w:rPr>
              <w:t xml:space="preserve">rzybliżenie studentom problemów </w:t>
            </w:r>
            <w:r w:rsidR="00692024" w:rsidRPr="00B56778">
              <w:rPr>
                <w:b w:val="0"/>
                <w:bCs/>
                <w:sz w:val="24"/>
                <w:szCs w:val="24"/>
              </w:rPr>
              <w:t xml:space="preserve">typowych dla </w:t>
            </w:r>
            <w:r w:rsidRPr="00B56778">
              <w:rPr>
                <w:b w:val="0"/>
                <w:bCs/>
                <w:sz w:val="24"/>
                <w:szCs w:val="24"/>
              </w:rPr>
              <w:t>rodzin dysfunkcyjnych</w:t>
            </w:r>
            <w:r w:rsidR="001C4F7C">
              <w:rPr>
                <w:b w:val="0"/>
                <w:bCs/>
                <w:sz w:val="24"/>
                <w:szCs w:val="24"/>
              </w:rPr>
              <w:t>.</w:t>
            </w:r>
          </w:p>
        </w:tc>
      </w:tr>
      <w:tr w:rsidR="009A623D" w:rsidRPr="00B56778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B56778" w:rsidRDefault="009A623D" w:rsidP="001C4F7C">
            <w:pPr>
              <w:pStyle w:val="Cele"/>
              <w:spacing w:before="40" w:after="40"/>
              <w:ind w:left="0" w:firstLine="0"/>
              <w:jc w:val="center"/>
              <w:rPr>
                <w:sz w:val="24"/>
                <w:szCs w:val="24"/>
              </w:rPr>
            </w:pPr>
            <w:r w:rsidRPr="00B56778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360E0D26" w:rsidR="009A623D" w:rsidRPr="00B56778" w:rsidRDefault="002F1EBC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56778">
              <w:rPr>
                <w:b w:val="0"/>
                <w:bCs/>
                <w:sz w:val="24"/>
                <w:szCs w:val="24"/>
              </w:rPr>
              <w:t>Z</w:t>
            </w:r>
            <w:r w:rsidR="009A623D" w:rsidRPr="00B56778">
              <w:rPr>
                <w:b w:val="0"/>
                <w:bCs/>
                <w:sz w:val="24"/>
                <w:szCs w:val="24"/>
              </w:rPr>
              <w:t xml:space="preserve">wrócenie uwagi na </w:t>
            </w:r>
            <w:r w:rsidRPr="00B56778">
              <w:rPr>
                <w:b w:val="0"/>
                <w:bCs/>
                <w:sz w:val="24"/>
                <w:szCs w:val="24"/>
              </w:rPr>
              <w:t>wzajemne zależności między poszczególnymi członkami rodziny, sprzężenia zwrotne i współuzależnienia</w:t>
            </w:r>
            <w:r w:rsidR="001C4F7C">
              <w:rPr>
                <w:b w:val="0"/>
                <w:bCs/>
                <w:sz w:val="24"/>
                <w:szCs w:val="24"/>
              </w:rPr>
              <w:t>.</w:t>
            </w:r>
            <w:r w:rsidRPr="00B56778">
              <w:rPr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9A623D" w:rsidRPr="00B56778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B56778" w:rsidRDefault="009A623D" w:rsidP="001C4F7C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B56778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36EFEC" w14:textId="541B3C2D" w:rsidR="009A623D" w:rsidRPr="00B56778" w:rsidRDefault="002F1EBC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56778">
              <w:rPr>
                <w:b w:val="0"/>
                <w:bCs/>
                <w:sz w:val="24"/>
                <w:szCs w:val="24"/>
              </w:rPr>
              <w:t>O</w:t>
            </w:r>
            <w:r w:rsidR="009A623D" w:rsidRPr="00B56778">
              <w:rPr>
                <w:b w:val="0"/>
                <w:bCs/>
                <w:sz w:val="24"/>
                <w:szCs w:val="24"/>
              </w:rPr>
              <w:t xml:space="preserve">mówienie </w:t>
            </w:r>
            <w:r w:rsidRPr="00B56778">
              <w:rPr>
                <w:b w:val="0"/>
                <w:bCs/>
                <w:sz w:val="24"/>
                <w:szCs w:val="24"/>
              </w:rPr>
              <w:t>uwarunkowań dysfunkcji w rodzinach</w:t>
            </w:r>
            <w:r w:rsidR="001C4F7C">
              <w:rPr>
                <w:b w:val="0"/>
                <w:bCs/>
                <w:sz w:val="24"/>
                <w:szCs w:val="24"/>
              </w:rPr>
              <w:t>.</w:t>
            </w:r>
            <w:r w:rsidRPr="00B56778">
              <w:rPr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9A623D" w:rsidRPr="00B56778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B56778" w:rsidRDefault="009A623D" w:rsidP="001C4F7C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B56778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33E06E3A" w:rsidR="009A623D" w:rsidRPr="00B56778" w:rsidRDefault="00692024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56778">
              <w:rPr>
                <w:b w:val="0"/>
                <w:bCs/>
                <w:sz w:val="24"/>
                <w:szCs w:val="24"/>
              </w:rPr>
              <w:t>Przygotowanie do diagnozowania dysfunkcji w rodzinie</w:t>
            </w:r>
            <w:r w:rsidR="001C4F7C">
              <w:rPr>
                <w:b w:val="0"/>
                <w:bCs/>
                <w:sz w:val="24"/>
                <w:szCs w:val="24"/>
              </w:rPr>
              <w:t>.</w:t>
            </w:r>
          </w:p>
        </w:tc>
      </w:tr>
      <w:tr w:rsidR="00692024" w:rsidRPr="00B56778" w14:paraId="576039BC" w14:textId="77777777" w:rsidTr="009A623D">
        <w:tc>
          <w:tcPr>
            <w:tcW w:w="845" w:type="dxa"/>
            <w:vAlign w:val="center"/>
          </w:tcPr>
          <w:p w14:paraId="3BC5979E" w14:textId="499B98C9" w:rsidR="00692024" w:rsidRPr="00B56778" w:rsidRDefault="00692024" w:rsidP="001C4F7C">
            <w:pPr>
              <w:pStyle w:val="Podpunkty"/>
              <w:spacing w:before="40" w:after="40"/>
              <w:ind w:left="0"/>
              <w:jc w:val="center"/>
              <w:rPr>
                <w:b w:val="0"/>
                <w:sz w:val="24"/>
                <w:szCs w:val="24"/>
              </w:rPr>
            </w:pPr>
            <w:r w:rsidRPr="00B56778"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65649F6" w14:textId="43F185C8" w:rsidR="00692024" w:rsidRPr="00B56778" w:rsidRDefault="00692024" w:rsidP="009A623D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B56778">
              <w:rPr>
                <w:b w:val="0"/>
                <w:bCs/>
                <w:sz w:val="24"/>
                <w:szCs w:val="24"/>
              </w:rPr>
              <w:t>Zmotywowanie do samokształcenia</w:t>
            </w:r>
            <w:r w:rsidR="001C4F7C">
              <w:rPr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85D327C" w14:textId="77777777" w:rsidR="0085747A" w:rsidRPr="00B56778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A668316" w14:textId="7C18E115" w:rsidR="001D7B54" w:rsidRPr="00B56778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56778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B56778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B56778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B56778">
        <w:rPr>
          <w:rFonts w:ascii="Times New Roman" w:hAnsi="Times New Roman"/>
          <w:b/>
          <w:sz w:val="24"/>
          <w:szCs w:val="24"/>
        </w:rPr>
        <w:t>dla przedmiotu</w:t>
      </w:r>
      <w:r w:rsidR="00445970" w:rsidRPr="00B56778">
        <w:rPr>
          <w:rFonts w:ascii="Times New Roman" w:hAnsi="Times New Roman"/>
          <w:sz w:val="24"/>
          <w:szCs w:val="24"/>
        </w:rPr>
        <w:t xml:space="preserve"> </w:t>
      </w:r>
    </w:p>
    <w:p w14:paraId="79074837" w14:textId="77777777" w:rsidR="001D7B54" w:rsidRPr="00B56778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56778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B5677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smallCaps w:val="0"/>
                <w:szCs w:val="24"/>
              </w:rPr>
              <w:t>EK</w:t>
            </w:r>
            <w:r w:rsidR="00A84C85" w:rsidRPr="00B56778">
              <w:rPr>
                <w:b w:val="0"/>
                <w:smallCaps w:val="0"/>
                <w:szCs w:val="24"/>
              </w:rPr>
              <w:t xml:space="preserve"> (</w:t>
            </w:r>
            <w:r w:rsidR="00C05F44" w:rsidRPr="00B56778">
              <w:rPr>
                <w:b w:val="0"/>
                <w:smallCaps w:val="0"/>
                <w:szCs w:val="24"/>
              </w:rPr>
              <w:t>efekt uczenia się</w:t>
            </w:r>
            <w:r w:rsidR="00B82308" w:rsidRPr="00B56778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Pr="00B56778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B56778">
              <w:rPr>
                <w:b w:val="0"/>
                <w:smallCaps w:val="0"/>
                <w:szCs w:val="24"/>
              </w:rPr>
              <w:t xml:space="preserve">uczenia się </w:t>
            </w:r>
            <w:r w:rsidRPr="00B56778">
              <w:rPr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B56778" w:rsidRDefault="002464DD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Student:</w:t>
            </w:r>
            <w:r w:rsidR="0085747A" w:rsidRPr="00B56778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B56778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56778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56778" w14:paraId="5D356227" w14:textId="77777777" w:rsidTr="002D4111">
        <w:tc>
          <w:tcPr>
            <w:tcW w:w="1680" w:type="dxa"/>
          </w:tcPr>
          <w:p w14:paraId="36A722B8" w14:textId="6AC38057" w:rsidR="0085747A" w:rsidRPr="00B5677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EK_0</w:t>
            </w:r>
            <w:r w:rsidR="002D4111" w:rsidRPr="00B56778"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3A26D49D" w:rsidR="0085747A" w:rsidRPr="0091671F" w:rsidRDefault="00592D07" w:rsidP="00592D0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606C83" w:rsidRPr="0091671F">
              <w:rPr>
                <w:b w:val="0"/>
                <w:smallCaps w:val="0"/>
                <w:szCs w:val="24"/>
              </w:rPr>
              <w:t xml:space="preserve">osiada </w:t>
            </w:r>
            <w:r w:rsidR="00F13049">
              <w:rPr>
                <w:b w:val="0"/>
                <w:smallCaps w:val="0"/>
                <w:szCs w:val="24"/>
              </w:rPr>
              <w:t xml:space="preserve">pogłębioną </w:t>
            </w:r>
            <w:r w:rsidR="00606C83" w:rsidRPr="0091671F">
              <w:rPr>
                <w:b w:val="0"/>
                <w:smallCaps w:val="0"/>
                <w:szCs w:val="24"/>
              </w:rPr>
              <w:t>wiedzę odnośnie dysfunkcji rodzin</w:t>
            </w:r>
            <w:r w:rsidR="00F13049">
              <w:rPr>
                <w:b w:val="0"/>
                <w:smallCaps w:val="0"/>
                <w:szCs w:val="24"/>
              </w:rPr>
              <w:t>,</w:t>
            </w:r>
            <w:r w:rsidR="00606C83" w:rsidRPr="0091671F">
              <w:rPr>
                <w:b w:val="0"/>
                <w:smallCaps w:val="0"/>
                <w:szCs w:val="24"/>
              </w:rPr>
              <w:t xml:space="preserve"> wynikających z różnych uwarunkowań związanych z indywidualnymi predyspozycjami jednostek, ale również wpływów środowiskowych i wzajemnej interakcji między nimi, co stanowi podstawę adekwatnych oddziaływań pomocowych.</w:t>
            </w:r>
          </w:p>
        </w:tc>
        <w:tc>
          <w:tcPr>
            <w:tcW w:w="1865" w:type="dxa"/>
          </w:tcPr>
          <w:p w14:paraId="258AE9BB" w14:textId="4D6817E9" w:rsidR="002D4111" w:rsidRPr="00B56778" w:rsidRDefault="00AE595B" w:rsidP="001C4F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K_W09</w:t>
            </w:r>
          </w:p>
        </w:tc>
      </w:tr>
      <w:tr w:rsidR="00231136" w:rsidRPr="00B56778" w14:paraId="368B62E4" w14:textId="77777777" w:rsidTr="002D4111">
        <w:tc>
          <w:tcPr>
            <w:tcW w:w="1680" w:type="dxa"/>
          </w:tcPr>
          <w:p w14:paraId="3D7BA37E" w14:textId="62C5542F" w:rsidR="00231136" w:rsidRPr="00B56778" w:rsidRDefault="002D411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43A5C6AF" w:rsidR="00592D07" w:rsidRPr="00435BAD" w:rsidRDefault="00592D07" w:rsidP="00592D0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m</w:t>
            </w:r>
            <w:r w:rsidR="00AE595B" w:rsidRPr="0091671F">
              <w:rPr>
                <w:b w:val="0"/>
                <w:smallCaps w:val="0"/>
                <w:szCs w:val="24"/>
              </w:rPr>
              <w:t>a pogłębioną wiedzę o</w:t>
            </w:r>
            <w:r w:rsidR="00AB2A5F" w:rsidRPr="0091671F">
              <w:rPr>
                <w:b w:val="0"/>
                <w:smallCaps w:val="0"/>
                <w:szCs w:val="24"/>
              </w:rPr>
              <w:t>dnośnie znaczenia oddziaływań wychowawczych w rodzinie w kontekście funkcjonowania jednostki i konse</w:t>
            </w:r>
            <w:r w:rsidR="0091671F">
              <w:rPr>
                <w:b w:val="0"/>
                <w:smallCaps w:val="0"/>
                <w:szCs w:val="24"/>
              </w:rPr>
              <w:t>kwencji nieprawidłowych wpływów</w:t>
            </w:r>
            <w:r w:rsidR="00AB2A5F" w:rsidRPr="0091671F">
              <w:rPr>
                <w:b w:val="0"/>
                <w:smallCaps w:val="0"/>
                <w:szCs w:val="24"/>
              </w:rPr>
              <w:t xml:space="preserve"> ze strony środowisk opiekuńcz</w:t>
            </w:r>
            <w:r w:rsidR="00692024" w:rsidRPr="0091671F">
              <w:rPr>
                <w:b w:val="0"/>
                <w:smallCaps w:val="0"/>
                <w:szCs w:val="24"/>
              </w:rPr>
              <w:t>o-wychowawczych</w:t>
            </w:r>
            <w:r w:rsidR="00AB2A5F" w:rsidRPr="0091671F">
              <w:rPr>
                <w:b w:val="0"/>
                <w:smallCaps w:val="0"/>
                <w:szCs w:val="24"/>
              </w:rPr>
              <w:t xml:space="preserve"> </w:t>
            </w:r>
            <w:r w:rsidR="00AE595B" w:rsidRPr="0091671F"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4395554" w14:textId="075C3BF1" w:rsidR="00231136" w:rsidRPr="00B56778" w:rsidRDefault="00AE595B" w:rsidP="001C4F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K_W20</w:t>
            </w:r>
          </w:p>
        </w:tc>
      </w:tr>
      <w:tr w:rsidR="00231136" w:rsidRPr="00B56778" w14:paraId="25B23356" w14:textId="77777777" w:rsidTr="002D4111">
        <w:tc>
          <w:tcPr>
            <w:tcW w:w="1680" w:type="dxa"/>
          </w:tcPr>
          <w:p w14:paraId="1C5D8378" w14:textId="21AC92A1" w:rsidR="00231136" w:rsidRPr="00B56778" w:rsidRDefault="002D4111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03D30623" w:rsidR="00592D07" w:rsidRPr="00435BAD" w:rsidRDefault="00592D07" w:rsidP="00592D0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692024" w:rsidRPr="0091671F">
              <w:rPr>
                <w:b w:val="0"/>
                <w:smallCaps w:val="0"/>
                <w:szCs w:val="24"/>
              </w:rPr>
              <w:t xml:space="preserve">otrafi </w:t>
            </w:r>
            <w:r w:rsidR="00F13049">
              <w:rPr>
                <w:b w:val="0"/>
                <w:smallCaps w:val="0"/>
                <w:szCs w:val="24"/>
              </w:rPr>
              <w:t xml:space="preserve">samodzielnie </w:t>
            </w:r>
            <w:r w:rsidR="00692024" w:rsidRPr="0091671F">
              <w:rPr>
                <w:b w:val="0"/>
                <w:smallCaps w:val="0"/>
                <w:szCs w:val="24"/>
              </w:rPr>
              <w:t xml:space="preserve">rozpoznać różne problemy </w:t>
            </w:r>
            <w:r w:rsidR="00AB2A5F" w:rsidRPr="0091671F">
              <w:rPr>
                <w:b w:val="0"/>
                <w:smallCaps w:val="0"/>
                <w:szCs w:val="24"/>
              </w:rPr>
              <w:t>doświadczan</w:t>
            </w:r>
            <w:r w:rsidR="00DE2B3D" w:rsidRPr="0091671F">
              <w:rPr>
                <w:b w:val="0"/>
                <w:smallCaps w:val="0"/>
                <w:szCs w:val="24"/>
              </w:rPr>
              <w:t>e</w:t>
            </w:r>
            <w:r w:rsidR="00AB2A5F" w:rsidRPr="0091671F">
              <w:rPr>
                <w:b w:val="0"/>
                <w:smallCaps w:val="0"/>
                <w:szCs w:val="24"/>
              </w:rPr>
              <w:t xml:space="preserve"> przez różne </w:t>
            </w:r>
            <w:r w:rsidR="00D50DB1" w:rsidRPr="0091671F">
              <w:rPr>
                <w:b w:val="0"/>
                <w:smallCaps w:val="0"/>
                <w:szCs w:val="24"/>
              </w:rPr>
              <w:t xml:space="preserve">typy </w:t>
            </w:r>
            <w:r w:rsidR="00AB2A5F" w:rsidRPr="0091671F">
              <w:rPr>
                <w:b w:val="0"/>
                <w:smallCaps w:val="0"/>
                <w:szCs w:val="24"/>
              </w:rPr>
              <w:t>rodzin dysfunkcyjn</w:t>
            </w:r>
            <w:r w:rsidR="00D50DB1" w:rsidRPr="0091671F">
              <w:rPr>
                <w:b w:val="0"/>
                <w:smallCaps w:val="0"/>
                <w:szCs w:val="24"/>
              </w:rPr>
              <w:t>ych</w:t>
            </w:r>
            <w:r w:rsidR="00104300">
              <w:rPr>
                <w:b w:val="0"/>
                <w:smallCaps w:val="0"/>
                <w:szCs w:val="24"/>
              </w:rPr>
              <w:t xml:space="preserve"> i zagrożonych patologią</w:t>
            </w:r>
            <w:r w:rsidR="00D50DB1" w:rsidRPr="0091671F">
              <w:rPr>
                <w:b w:val="0"/>
                <w:smallCaps w:val="0"/>
                <w:szCs w:val="24"/>
              </w:rPr>
              <w:t xml:space="preserve">, co stanowi podstawę do podejmowania właściwych działań- zarówno w aspekcie terapii, jak również uzyskiwania wsparcia ze strony różnych instytucji pomocowych </w:t>
            </w:r>
          </w:p>
        </w:tc>
        <w:tc>
          <w:tcPr>
            <w:tcW w:w="1865" w:type="dxa"/>
          </w:tcPr>
          <w:p w14:paraId="306CADB0" w14:textId="77DBF878" w:rsidR="00680530" w:rsidRDefault="00680530" w:rsidP="001C4F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K_W69</w:t>
            </w:r>
          </w:p>
          <w:p w14:paraId="143739D4" w14:textId="24E64187" w:rsidR="002D4111" w:rsidRPr="00B56778" w:rsidRDefault="00AE595B" w:rsidP="001C4F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K_U09</w:t>
            </w:r>
          </w:p>
        </w:tc>
      </w:tr>
      <w:tr w:rsidR="00AE595B" w:rsidRPr="00B56778" w14:paraId="5AA9A134" w14:textId="77777777" w:rsidTr="002D4111">
        <w:tc>
          <w:tcPr>
            <w:tcW w:w="1680" w:type="dxa"/>
          </w:tcPr>
          <w:p w14:paraId="79A0CC74" w14:textId="1B459DA0" w:rsidR="00AE595B" w:rsidRPr="00B56778" w:rsidRDefault="00AE595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28D06CF6" w14:textId="41E569A9" w:rsidR="00592D07" w:rsidRPr="00435BAD" w:rsidRDefault="00592D07" w:rsidP="00592D0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AE595B" w:rsidRPr="0091671F">
              <w:rPr>
                <w:b w:val="0"/>
                <w:smallCaps w:val="0"/>
                <w:szCs w:val="24"/>
              </w:rPr>
              <w:t xml:space="preserve">otrafi </w:t>
            </w:r>
            <w:r w:rsidR="00F13049">
              <w:rPr>
                <w:b w:val="0"/>
                <w:smallCaps w:val="0"/>
                <w:szCs w:val="24"/>
              </w:rPr>
              <w:t xml:space="preserve">samodzielnie </w:t>
            </w:r>
            <w:r w:rsidR="00D50DB1" w:rsidRPr="0091671F">
              <w:rPr>
                <w:b w:val="0"/>
                <w:smallCaps w:val="0"/>
                <w:szCs w:val="24"/>
              </w:rPr>
              <w:t>interpretować zachowania poszczeg</w:t>
            </w:r>
            <w:r w:rsidR="0091671F">
              <w:rPr>
                <w:b w:val="0"/>
                <w:smallCaps w:val="0"/>
                <w:szCs w:val="24"/>
              </w:rPr>
              <w:t xml:space="preserve">ólnych osób, jak i podsystemów </w:t>
            </w:r>
            <w:r w:rsidR="00D50DB1" w:rsidRPr="0091671F">
              <w:rPr>
                <w:b w:val="0"/>
                <w:smallCaps w:val="0"/>
                <w:szCs w:val="24"/>
              </w:rPr>
              <w:t>w rodzinie w kontekście zachodzących między nimi interakcji społecznych</w:t>
            </w:r>
            <w:r w:rsidR="00E24974" w:rsidRPr="0091671F">
              <w:rPr>
                <w:b w:val="0"/>
                <w:smallCaps w:val="0"/>
                <w:szCs w:val="24"/>
              </w:rPr>
              <w:t>, nawiązując d</w:t>
            </w:r>
            <w:r w:rsidR="00435BAD">
              <w:rPr>
                <w:b w:val="0"/>
                <w:smallCaps w:val="0"/>
                <w:szCs w:val="24"/>
              </w:rPr>
              <w:t>o procesów zachodzących w grupi</w:t>
            </w:r>
            <w:r w:rsidR="00E2693C">
              <w:rPr>
                <w:b w:val="0"/>
                <w:smallCaps w:val="0"/>
                <w:szCs w:val="24"/>
              </w:rPr>
              <w:t>e</w:t>
            </w:r>
          </w:p>
        </w:tc>
        <w:tc>
          <w:tcPr>
            <w:tcW w:w="1865" w:type="dxa"/>
          </w:tcPr>
          <w:p w14:paraId="5EF0E5B8" w14:textId="42E7BC9F" w:rsidR="00AE595B" w:rsidRPr="00B56778" w:rsidRDefault="00AE595B" w:rsidP="001C4F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K_U20</w:t>
            </w:r>
          </w:p>
        </w:tc>
      </w:tr>
      <w:tr w:rsidR="00231136" w:rsidRPr="00B56778" w14:paraId="5ADAC37F" w14:textId="77777777" w:rsidTr="002D4111">
        <w:tc>
          <w:tcPr>
            <w:tcW w:w="1680" w:type="dxa"/>
          </w:tcPr>
          <w:p w14:paraId="4068425C" w14:textId="1FDFD68E" w:rsidR="00231136" w:rsidRPr="00B56778" w:rsidRDefault="00AE595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AC68E46" w14:textId="33139310" w:rsidR="00592D07" w:rsidRPr="0091671F" w:rsidRDefault="00592D07" w:rsidP="00592D0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r</w:t>
            </w:r>
            <w:r w:rsidR="00AE595B" w:rsidRPr="0091671F">
              <w:rPr>
                <w:b w:val="0"/>
                <w:smallCaps w:val="0"/>
                <w:szCs w:val="24"/>
              </w:rPr>
              <w:t xml:space="preserve">espektuje </w:t>
            </w:r>
            <w:r w:rsidR="00E24974" w:rsidRPr="0091671F">
              <w:rPr>
                <w:b w:val="0"/>
                <w:smallCaps w:val="0"/>
                <w:szCs w:val="24"/>
              </w:rPr>
              <w:t>indyw</w:t>
            </w:r>
            <w:r w:rsidR="0091671F">
              <w:rPr>
                <w:b w:val="0"/>
                <w:smallCaps w:val="0"/>
                <w:szCs w:val="24"/>
              </w:rPr>
              <w:t xml:space="preserve">idualne potrzeby, światopogląd </w:t>
            </w:r>
            <w:r w:rsidR="00E24974" w:rsidRPr="0091671F">
              <w:rPr>
                <w:b w:val="0"/>
                <w:smallCaps w:val="0"/>
                <w:szCs w:val="24"/>
              </w:rPr>
              <w:t>i hierarchię wartości poszczególnych członków rodzin i całego systemu rodzinnego, podchodzą</w:t>
            </w:r>
            <w:r w:rsidR="0091671F">
              <w:rPr>
                <w:b w:val="0"/>
                <w:smallCaps w:val="0"/>
                <w:szCs w:val="24"/>
              </w:rPr>
              <w:t>c do wszystkich osób w rodzinie</w:t>
            </w:r>
            <w:r w:rsidR="00E24974" w:rsidRPr="0091671F">
              <w:rPr>
                <w:b w:val="0"/>
                <w:smallCaps w:val="0"/>
                <w:szCs w:val="24"/>
              </w:rPr>
              <w:t xml:space="preserve"> z godnością i szacunkiem.  </w:t>
            </w:r>
          </w:p>
        </w:tc>
        <w:tc>
          <w:tcPr>
            <w:tcW w:w="1865" w:type="dxa"/>
          </w:tcPr>
          <w:p w14:paraId="2E4CFEE1" w14:textId="47E3DD26" w:rsidR="00231136" w:rsidRPr="00B56778" w:rsidRDefault="00262B90" w:rsidP="001C4F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K_K</w:t>
            </w:r>
            <w:r w:rsidR="00AE595B" w:rsidRPr="00B56778">
              <w:rPr>
                <w:b w:val="0"/>
                <w:smallCaps w:val="0"/>
                <w:szCs w:val="24"/>
              </w:rPr>
              <w:t>02</w:t>
            </w:r>
          </w:p>
        </w:tc>
      </w:tr>
      <w:tr w:rsidR="00AE595B" w:rsidRPr="00B56778" w14:paraId="4F4977A6" w14:textId="77777777" w:rsidTr="002D4111">
        <w:tc>
          <w:tcPr>
            <w:tcW w:w="1680" w:type="dxa"/>
          </w:tcPr>
          <w:p w14:paraId="0133588F" w14:textId="7F36590F" w:rsidR="00AE595B" w:rsidRPr="00B56778" w:rsidRDefault="00AE595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29D91F1F" w14:textId="7F13A045" w:rsidR="00AE595B" w:rsidRPr="0091671F" w:rsidRDefault="00592D07" w:rsidP="00592D0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="00E24974" w:rsidRPr="0091671F">
              <w:rPr>
                <w:b w:val="0"/>
                <w:smallCaps w:val="0"/>
                <w:szCs w:val="24"/>
              </w:rPr>
              <w:t xml:space="preserve">ykorzystuje swoje </w:t>
            </w:r>
            <w:r w:rsidR="00AB2F7A" w:rsidRPr="0091671F">
              <w:rPr>
                <w:b w:val="0"/>
                <w:smallCaps w:val="0"/>
                <w:szCs w:val="24"/>
              </w:rPr>
              <w:t xml:space="preserve">indywidualne i społeczne kompetencje i wiedzę w celu rozwijania u członków systemu rodzinnego optymalnych umiejętności w zakresie tworzenia więzi w rodzinie i samorealizacji.  </w:t>
            </w:r>
          </w:p>
        </w:tc>
        <w:tc>
          <w:tcPr>
            <w:tcW w:w="1865" w:type="dxa"/>
          </w:tcPr>
          <w:p w14:paraId="098BB272" w14:textId="7C21BEA2" w:rsidR="00AE595B" w:rsidRPr="00B56778" w:rsidRDefault="00AE595B" w:rsidP="001C4F7C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K_K11</w:t>
            </w:r>
          </w:p>
        </w:tc>
      </w:tr>
    </w:tbl>
    <w:p w14:paraId="6050D173" w14:textId="77777777" w:rsidR="00435BAD" w:rsidRDefault="00435BAD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17801AD3" w14:textId="77777777" w:rsidR="00435BAD" w:rsidRDefault="00435BAD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2891C64E" w14:textId="77777777" w:rsidR="00435BAD" w:rsidRDefault="00435BAD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7B7153E8" w14:textId="77777777" w:rsidR="00435BAD" w:rsidRDefault="00435BAD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45ACE69D" w14:textId="77777777" w:rsidR="00435BAD" w:rsidRDefault="00435BAD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1517EE47" w14:textId="77777777" w:rsidR="00435BAD" w:rsidRDefault="00435BAD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6F207E78" w14:textId="77777777" w:rsidR="00435BAD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56778">
        <w:rPr>
          <w:rFonts w:ascii="Times New Roman" w:hAnsi="Times New Roman"/>
          <w:b/>
          <w:sz w:val="24"/>
          <w:szCs w:val="24"/>
        </w:rPr>
        <w:t>3.3</w:t>
      </w:r>
      <w:r w:rsidR="001D7B54" w:rsidRPr="00B56778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B56778">
        <w:rPr>
          <w:rFonts w:ascii="Times New Roman" w:hAnsi="Times New Roman"/>
          <w:b/>
          <w:sz w:val="24"/>
          <w:szCs w:val="24"/>
        </w:rPr>
        <w:t>T</w:t>
      </w:r>
      <w:r w:rsidR="001D7B54" w:rsidRPr="00B56778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B56778">
        <w:rPr>
          <w:rFonts w:ascii="Times New Roman" w:hAnsi="Times New Roman"/>
          <w:sz w:val="24"/>
          <w:szCs w:val="24"/>
        </w:rPr>
        <w:t xml:space="preserve"> </w:t>
      </w:r>
    </w:p>
    <w:p w14:paraId="41E5EC01" w14:textId="4CA0B0DD" w:rsidR="0085747A" w:rsidRPr="00B56778" w:rsidRDefault="007327BD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56778">
        <w:rPr>
          <w:rFonts w:ascii="Times New Roman" w:hAnsi="Times New Roman"/>
          <w:sz w:val="24"/>
          <w:szCs w:val="24"/>
        </w:rPr>
        <w:t xml:space="preserve"> </w:t>
      </w:r>
    </w:p>
    <w:p w14:paraId="6D2B4D16" w14:textId="6EF95AE2" w:rsidR="00675843" w:rsidRPr="00435BA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5677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6778" w14:paraId="7BAD91AA" w14:textId="77777777" w:rsidTr="00C3359A">
        <w:tc>
          <w:tcPr>
            <w:tcW w:w="9520" w:type="dxa"/>
          </w:tcPr>
          <w:p w14:paraId="31393B88" w14:textId="77777777" w:rsidR="0085747A" w:rsidRPr="00592D0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D07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3359A" w:rsidRPr="00B56778" w14:paraId="1DA90F5A" w14:textId="77777777" w:rsidTr="00C3359A">
        <w:tc>
          <w:tcPr>
            <w:tcW w:w="9520" w:type="dxa"/>
          </w:tcPr>
          <w:p w14:paraId="4CBA2EFA" w14:textId="23A613EA" w:rsidR="00C3359A" w:rsidRPr="00B56778" w:rsidRDefault="00E75A39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Nieprawidłowości funkcjonowania rodzin w ujęciu systemowym</w:t>
            </w:r>
            <w:r w:rsidR="000A4122" w:rsidRPr="00B56778">
              <w:rPr>
                <w:rFonts w:ascii="Times New Roman" w:hAnsi="Times New Roman"/>
                <w:sz w:val="24"/>
                <w:szCs w:val="24"/>
              </w:rPr>
              <w:t>. Uwarunkowania patologii w rodzinie</w:t>
            </w:r>
            <w:r w:rsidR="001C4F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B56778" w14:paraId="267487E2" w14:textId="77777777" w:rsidTr="00C3359A">
        <w:tc>
          <w:tcPr>
            <w:tcW w:w="9520" w:type="dxa"/>
          </w:tcPr>
          <w:p w14:paraId="79BEC410" w14:textId="3556ABB6" w:rsidR="00C3359A" w:rsidRPr="00B56778" w:rsidRDefault="009B5956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Cechy rodzin dysfunkcyjnych i ich typy</w:t>
            </w:r>
            <w:r w:rsidR="001C4F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B56778" w14:paraId="3622A9A4" w14:textId="77777777" w:rsidTr="00C3359A">
        <w:tc>
          <w:tcPr>
            <w:tcW w:w="9520" w:type="dxa"/>
          </w:tcPr>
          <w:p w14:paraId="185CAB41" w14:textId="59062554" w:rsidR="00C3359A" w:rsidRPr="00B56778" w:rsidRDefault="005A0E4D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 xml:space="preserve">Diagnozowanie problemu. </w:t>
            </w:r>
            <w:r w:rsidR="000A4122" w:rsidRPr="00B56778">
              <w:rPr>
                <w:rFonts w:ascii="Times New Roman" w:hAnsi="Times New Roman"/>
                <w:sz w:val="24"/>
                <w:szCs w:val="24"/>
              </w:rPr>
              <w:t xml:space="preserve">Uwarunkowania psychospołeczne ukrywania 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>trudności</w:t>
            </w:r>
            <w:r w:rsidR="000A4122" w:rsidRPr="00B56778">
              <w:rPr>
                <w:rFonts w:ascii="Times New Roman" w:hAnsi="Times New Roman"/>
                <w:sz w:val="24"/>
                <w:szCs w:val="24"/>
              </w:rPr>
              <w:t xml:space="preserve"> i w</w:t>
            </w:r>
            <w:r w:rsidR="00F5195F" w:rsidRPr="00B56778">
              <w:rPr>
                <w:rFonts w:ascii="Times New Roman" w:hAnsi="Times New Roman"/>
                <w:sz w:val="24"/>
                <w:szCs w:val="24"/>
              </w:rPr>
              <w:t>skaźniki oporu w ujawnianiu sytuacji w rodzinie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>.</w:t>
            </w:r>
            <w:r w:rsidR="00F5195F" w:rsidRPr="00B56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 xml:space="preserve">Zasady </w:t>
            </w:r>
            <w:r w:rsidR="00EB37FE" w:rsidRPr="00B56778">
              <w:rPr>
                <w:rFonts w:ascii="Times New Roman" w:hAnsi="Times New Roman"/>
                <w:sz w:val="24"/>
                <w:szCs w:val="24"/>
              </w:rPr>
              <w:t>prowadzenia wywiadu w rodzinach dysfunkcyjnych</w:t>
            </w:r>
            <w:r w:rsidR="001C4F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B56778" w14:paraId="4529D30B" w14:textId="77777777" w:rsidTr="00C3359A">
        <w:tc>
          <w:tcPr>
            <w:tcW w:w="9520" w:type="dxa"/>
          </w:tcPr>
          <w:p w14:paraId="2107D958" w14:textId="5BD2FAE7" w:rsidR="00C3359A" w:rsidRPr="00B56778" w:rsidRDefault="000A4122" w:rsidP="00C33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 xml:space="preserve">Formy pomocy </w:t>
            </w:r>
            <w:r w:rsidR="0012591C" w:rsidRPr="00B56778">
              <w:rPr>
                <w:rFonts w:ascii="Times New Roman" w:hAnsi="Times New Roman"/>
                <w:sz w:val="24"/>
                <w:szCs w:val="24"/>
              </w:rPr>
              <w:t xml:space="preserve">psychologicznej 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>rodzinom dysfunkcyjnym. Rola i zadania zespołów w</w:t>
            </w:r>
            <w:r w:rsidR="00EB37FE" w:rsidRPr="00B56778">
              <w:rPr>
                <w:rFonts w:ascii="Times New Roman" w:hAnsi="Times New Roman"/>
                <w:sz w:val="24"/>
                <w:szCs w:val="24"/>
              </w:rPr>
              <w:t>ielospecjalistycznych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 xml:space="preserve"> wobec rodziny i dziecka</w:t>
            </w:r>
            <w:r w:rsidR="001C4F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035F680" w14:textId="77777777" w:rsidR="0085747A" w:rsidRPr="00B5677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1712B7" w14:textId="240C552B" w:rsidR="0085747A" w:rsidRPr="00435B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56778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B56778">
        <w:rPr>
          <w:rFonts w:ascii="Times New Roman" w:hAnsi="Times New Roman"/>
          <w:sz w:val="24"/>
          <w:szCs w:val="24"/>
        </w:rPr>
        <w:t xml:space="preserve">, </w:t>
      </w:r>
      <w:r w:rsidRPr="00B56778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6778" w14:paraId="294B5480" w14:textId="77777777" w:rsidTr="00C3359A">
        <w:tc>
          <w:tcPr>
            <w:tcW w:w="9520" w:type="dxa"/>
          </w:tcPr>
          <w:p w14:paraId="4D35F02A" w14:textId="77777777" w:rsidR="0085747A" w:rsidRPr="00592D0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D07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3359A" w:rsidRPr="00B56778" w14:paraId="78AB1C27" w14:textId="77777777" w:rsidTr="00C3359A">
        <w:tc>
          <w:tcPr>
            <w:tcW w:w="9520" w:type="dxa"/>
          </w:tcPr>
          <w:p w14:paraId="3459EB78" w14:textId="47F065A1" w:rsidR="00C3359A" w:rsidRPr="00B56778" w:rsidRDefault="008124AE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Trudni rodzice. Nieprawidłowe oddziaływania wychowawcze i ich uwarunkowania</w:t>
            </w:r>
            <w:r w:rsidR="001C4F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B56778" w14:paraId="32A9A69A" w14:textId="77777777" w:rsidTr="00C3359A">
        <w:tc>
          <w:tcPr>
            <w:tcW w:w="9520" w:type="dxa"/>
          </w:tcPr>
          <w:p w14:paraId="576401E6" w14:textId="6C77B909" w:rsidR="00C3359A" w:rsidRPr="00B56778" w:rsidRDefault="00E75A39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Systemy rodzinne z osobą niepełnosprawną i przewlekle chorą</w:t>
            </w:r>
            <w:r w:rsidR="001C4F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B56778" w14:paraId="1F5DE333" w14:textId="77777777" w:rsidTr="00C3359A">
        <w:tc>
          <w:tcPr>
            <w:tcW w:w="9520" w:type="dxa"/>
          </w:tcPr>
          <w:p w14:paraId="3706EA79" w14:textId="48028F85" w:rsidR="00C3359A" w:rsidRPr="00B56778" w:rsidRDefault="00E75A39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Specyfika funkcjonowania rodzin z osobą chorą na schizofrenię</w:t>
            </w:r>
            <w:r w:rsidR="00173FE6" w:rsidRPr="00B5677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>depresję</w:t>
            </w:r>
            <w:r w:rsidR="00173FE6" w:rsidRPr="00B56778">
              <w:rPr>
                <w:rFonts w:ascii="Times New Roman" w:hAnsi="Times New Roman"/>
                <w:sz w:val="24"/>
                <w:szCs w:val="24"/>
              </w:rPr>
              <w:t xml:space="preserve"> i inne zaburzenia psychiczne</w:t>
            </w:r>
            <w:r w:rsidR="001C4F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B56778" w14:paraId="468F96DC" w14:textId="77777777" w:rsidTr="00C3359A">
        <w:tc>
          <w:tcPr>
            <w:tcW w:w="9520" w:type="dxa"/>
          </w:tcPr>
          <w:p w14:paraId="6FE1DAB0" w14:textId="2548C7E5" w:rsidR="00C3359A" w:rsidRPr="00B56778" w:rsidRDefault="00E75A39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Uzależnienie od substancji psychoaktywnych a funkcjonowanie rodziny</w:t>
            </w:r>
            <w:r w:rsidR="001C4F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3359A" w:rsidRPr="00B56778" w14:paraId="3127C6DC" w14:textId="77777777" w:rsidTr="00C3359A">
        <w:tc>
          <w:tcPr>
            <w:tcW w:w="9520" w:type="dxa"/>
          </w:tcPr>
          <w:p w14:paraId="1BA8ADFF" w14:textId="74296937" w:rsidR="00C3359A" w:rsidRPr="00B56778" w:rsidRDefault="00E75A39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Przemoc w rodzinie i jej uwarunkowania</w:t>
            </w:r>
            <w:r w:rsidR="001C4F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5A39" w:rsidRPr="00B56778" w14:paraId="71F9BE54" w14:textId="77777777" w:rsidTr="00C3359A">
        <w:tc>
          <w:tcPr>
            <w:tcW w:w="9520" w:type="dxa"/>
          </w:tcPr>
          <w:p w14:paraId="5C2E2978" w14:textId="73B658B1" w:rsidR="00E75A39" w:rsidRPr="00B56778" w:rsidRDefault="00E75A39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Eurosieroctwo i jego konsekwencje</w:t>
            </w:r>
            <w:r w:rsidR="001C4F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A0E4D" w:rsidRPr="00B56778" w14:paraId="05B20E5C" w14:textId="77777777" w:rsidTr="00C3359A">
        <w:tc>
          <w:tcPr>
            <w:tcW w:w="9520" w:type="dxa"/>
          </w:tcPr>
          <w:p w14:paraId="1147AC84" w14:textId="357565ED" w:rsidR="005A0E4D" w:rsidRPr="00B56778" w:rsidRDefault="005A0E4D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Rodziny z osobą bezrobotną. Przyczyny bezradności</w:t>
            </w:r>
            <w:r w:rsidR="001C4F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33D8" w:rsidRPr="00B56778" w14:paraId="779680E6" w14:textId="77777777" w:rsidTr="00C3359A">
        <w:tc>
          <w:tcPr>
            <w:tcW w:w="9520" w:type="dxa"/>
          </w:tcPr>
          <w:p w14:paraId="3FE60D3C" w14:textId="73D41707" w:rsidR="003D33D8" w:rsidRPr="00B56778" w:rsidRDefault="003D33D8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System rodzinny z adolescentem z zaburzeniami zachowania</w:t>
            </w:r>
            <w:r w:rsidR="001C4F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5A39" w:rsidRPr="00B56778" w14:paraId="292629B5" w14:textId="77777777" w:rsidTr="00C3359A">
        <w:tc>
          <w:tcPr>
            <w:tcW w:w="9520" w:type="dxa"/>
          </w:tcPr>
          <w:p w14:paraId="2E811598" w14:textId="2A8450E5" w:rsidR="00E75A39" w:rsidRPr="00B56778" w:rsidRDefault="00E75A39" w:rsidP="00C3359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Specyfika funkcjonowania rodzin niepełnych</w:t>
            </w:r>
            <w:r w:rsidR="001C4F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16937D0" w14:textId="77777777" w:rsidR="0085747A" w:rsidRPr="00B5677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2C8F068C" w14:textId="77777777" w:rsidR="0085747A" w:rsidRPr="00B56778" w:rsidRDefault="009F4610" w:rsidP="001C4F7C">
      <w:pPr>
        <w:pStyle w:val="Punktygwne"/>
        <w:spacing w:before="0"/>
        <w:ind w:left="426"/>
        <w:rPr>
          <w:b w:val="0"/>
          <w:smallCaps w:val="0"/>
          <w:szCs w:val="24"/>
        </w:rPr>
      </w:pPr>
      <w:r w:rsidRPr="00B56778">
        <w:rPr>
          <w:smallCaps w:val="0"/>
          <w:szCs w:val="24"/>
        </w:rPr>
        <w:t>3.4 Metody dydaktyczne</w:t>
      </w:r>
      <w:r w:rsidRPr="00B56778">
        <w:rPr>
          <w:b w:val="0"/>
          <w:smallCaps w:val="0"/>
          <w:szCs w:val="24"/>
        </w:rPr>
        <w:t xml:space="preserve"> </w:t>
      </w:r>
    </w:p>
    <w:p w14:paraId="20EEBBCF" w14:textId="445E3D1B" w:rsidR="00C3359A" w:rsidRPr="001C4F7C" w:rsidRDefault="00C3359A" w:rsidP="001C4F7C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1C4F7C">
        <w:rPr>
          <w:b w:val="0"/>
          <w:smallCaps w:val="0"/>
          <w:szCs w:val="24"/>
        </w:rPr>
        <w:t>Wykład: wykład problemowy, wykład z prezentacją multimedialną.</w:t>
      </w:r>
    </w:p>
    <w:p w14:paraId="6C464EF8" w14:textId="01A7BAF0" w:rsidR="0085747A" w:rsidRPr="001C4F7C" w:rsidRDefault="00C3359A" w:rsidP="001C4F7C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1C4F7C">
        <w:rPr>
          <w:b w:val="0"/>
          <w:smallCaps w:val="0"/>
          <w:szCs w:val="24"/>
        </w:rPr>
        <w:t>Ćwiczenia: analiza tekstów z dyskusją, praca w grupach (studium przypadku, dyskusja, burza mózgów).</w:t>
      </w:r>
    </w:p>
    <w:p w14:paraId="19053A9C" w14:textId="77777777" w:rsidR="00C3359A" w:rsidRPr="00B56778" w:rsidRDefault="00C3359A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45643A9" w14:textId="77777777" w:rsidR="0085747A" w:rsidRPr="00B56778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56778">
        <w:rPr>
          <w:smallCaps w:val="0"/>
          <w:szCs w:val="24"/>
        </w:rPr>
        <w:t xml:space="preserve">4. </w:t>
      </w:r>
      <w:r w:rsidR="0085747A" w:rsidRPr="00B56778">
        <w:rPr>
          <w:smallCaps w:val="0"/>
          <w:szCs w:val="24"/>
        </w:rPr>
        <w:t>METODY I KRYTERIA OCENY</w:t>
      </w:r>
      <w:r w:rsidR="009F4610" w:rsidRPr="00B56778">
        <w:rPr>
          <w:smallCaps w:val="0"/>
          <w:szCs w:val="24"/>
        </w:rPr>
        <w:t xml:space="preserve"> </w:t>
      </w:r>
    </w:p>
    <w:p w14:paraId="6C6E783E" w14:textId="77777777" w:rsidR="00923D7D" w:rsidRPr="00B56778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507D829" w14:textId="77777777" w:rsidR="0085747A" w:rsidRPr="00B56778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56778">
        <w:rPr>
          <w:smallCaps w:val="0"/>
          <w:szCs w:val="24"/>
        </w:rPr>
        <w:t xml:space="preserve">4.1 Sposoby weryfikacji efektów </w:t>
      </w:r>
      <w:r w:rsidR="00C05F44" w:rsidRPr="00B56778">
        <w:rPr>
          <w:smallCaps w:val="0"/>
          <w:szCs w:val="24"/>
        </w:rPr>
        <w:t>uczenia się</w:t>
      </w:r>
    </w:p>
    <w:p w14:paraId="78FC7DA0" w14:textId="77777777" w:rsidR="0085747A" w:rsidRPr="00B5677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B56778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B56778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B56778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B56778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C44FFAB" w14:textId="77777777" w:rsidR="0085747A" w:rsidRPr="00B56778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B56778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B5677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B5677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56778" w14:paraId="4BB23A1B" w14:textId="77777777" w:rsidTr="00C05F44">
        <w:tc>
          <w:tcPr>
            <w:tcW w:w="1985" w:type="dxa"/>
          </w:tcPr>
          <w:p w14:paraId="33B89991" w14:textId="721F186D" w:rsidR="0085747A" w:rsidRPr="00B56778" w:rsidRDefault="001C4F7C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85747A" w:rsidRPr="00B56778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E8265E" w14:textId="0CEBB077" w:rsidR="0085747A" w:rsidRPr="001C4F7C" w:rsidRDefault="00B6729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4F7C">
              <w:rPr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14C40F" w14:textId="66169B92" w:rsidR="0085747A" w:rsidRPr="001C4F7C" w:rsidRDefault="00087E4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4F7C">
              <w:rPr>
                <w:b w:val="0"/>
                <w:smallCaps w:val="0"/>
                <w:szCs w:val="24"/>
              </w:rPr>
              <w:t>w</w:t>
            </w:r>
          </w:p>
        </w:tc>
      </w:tr>
      <w:tr w:rsidR="0085747A" w:rsidRPr="00B56778" w14:paraId="4766CFA6" w14:textId="77777777" w:rsidTr="00C05F44">
        <w:tc>
          <w:tcPr>
            <w:tcW w:w="1985" w:type="dxa"/>
          </w:tcPr>
          <w:p w14:paraId="0F6C02AA" w14:textId="77777777" w:rsidR="0085747A" w:rsidRPr="00B56778" w:rsidRDefault="0085747A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56778">
              <w:rPr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13AD64AF" w:rsidR="0085747A" w:rsidRPr="001C4F7C" w:rsidRDefault="000A3CC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4F7C">
              <w:rPr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CB85A22" w14:textId="0C5B22C2" w:rsidR="0085747A" w:rsidRPr="001C4F7C" w:rsidRDefault="00087E4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4F7C">
              <w:rPr>
                <w:b w:val="0"/>
                <w:smallCaps w:val="0"/>
                <w:szCs w:val="24"/>
              </w:rPr>
              <w:t>w</w:t>
            </w:r>
          </w:p>
        </w:tc>
      </w:tr>
      <w:tr w:rsidR="00A319E0" w:rsidRPr="00B56778" w14:paraId="43B91C61" w14:textId="77777777" w:rsidTr="00C05F44">
        <w:tc>
          <w:tcPr>
            <w:tcW w:w="1985" w:type="dxa"/>
          </w:tcPr>
          <w:p w14:paraId="572D0A88" w14:textId="2FFCD995" w:rsidR="00A319E0" w:rsidRPr="00B56778" w:rsidRDefault="00A319E0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56778">
              <w:rPr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456D3405" w:rsidR="00A319E0" w:rsidRPr="001C4F7C" w:rsidRDefault="00435BA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  <w:r w:rsidR="00EC58CD" w:rsidRPr="001C4F7C">
              <w:rPr>
                <w:b w:val="0"/>
                <w:smallCaps w:val="0"/>
                <w:szCs w:val="24"/>
              </w:rPr>
              <w:t xml:space="preserve">, </w:t>
            </w:r>
            <w:r w:rsidR="00D8599D" w:rsidRPr="001C4F7C">
              <w:rPr>
                <w:b w:val="0"/>
                <w:smallCaps w:val="0"/>
                <w:szCs w:val="24"/>
              </w:rPr>
              <w:t>praca pisemna</w:t>
            </w:r>
            <w:r w:rsidR="00F13049">
              <w:rPr>
                <w:b w:val="0"/>
                <w:smallCaps w:val="0"/>
                <w:szCs w:val="24"/>
              </w:rPr>
              <w:t xml:space="preserve"> nt. „Diagnoza wybranej rodziny dysfunkcyjnej”</w:t>
            </w:r>
          </w:p>
        </w:tc>
        <w:tc>
          <w:tcPr>
            <w:tcW w:w="2126" w:type="dxa"/>
          </w:tcPr>
          <w:p w14:paraId="10BD2820" w14:textId="06CABF3D" w:rsidR="00A319E0" w:rsidRPr="001C4F7C" w:rsidRDefault="00087E4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4F7C">
              <w:rPr>
                <w:b w:val="0"/>
                <w:smallCaps w:val="0"/>
                <w:szCs w:val="24"/>
              </w:rPr>
              <w:t>ćw</w:t>
            </w:r>
          </w:p>
        </w:tc>
      </w:tr>
      <w:tr w:rsidR="00087E43" w:rsidRPr="00B56778" w14:paraId="0386779E" w14:textId="77777777" w:rsidTr="00C05F44">
        <w:tc>
          <w:tcPr>
            <w:tcW w:w="1985" w:type="dxa"/>
          </w:tcPr>
          <w:p w14:paraId="71862C8E" w14:textId="05885398" w:rsidR="00087E43" w:rsidRPr="00B56778" w:rsidRDefault="00087E43" w:rsidP="00F13049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56778">
              <w:rPr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60609D03" w:rsidR="00087E43" w:rsidRPr="00F13049" w:rsidRDefault="00C83410" w:rsidP="00F130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049">
              <w:rPr>
                <w:rFonts w:ascii="Times New Roman" w:hAnsi="Times New Roman"/>
                <w:sz w:val="24"/>
                <w:szCs w:val="24"/>
              </w:rPr>
              <w:t>praca pisemna</w:t>
            </w:r>
            <w:r w:rsidR="00491957" w:rsidRPr="00F13049">
              <w:rPr>
                <w:rFonts w:ascii="Times New Roman" w:hAnsi="Times New Roman"/>
                <w:b/>
                <w:smallCaps/>
                <w:sz w:val="24"/>
                <w:szCs w:val="24"/>
              </w:rPr>
              <w:t xml:space="preserve"> </w:t>
            </w:r>
            <w:r w:rsidR="00491957" w:rsidRPr="00F13049">
              <w:rPr>
                <w:rFonts w:ascii="Times New Roman" w:hAnsi="Times New Roman"/>
                <w:sz w:val="24"/>
                <w:szCs w:val="24"/>
              </w:rPr>
              <w:t xml:space="preserve"> nt. „Diagnoza wybranej rodziny dysfunkcyjnej”</w:t>
            </w:r>
            <w:r w:rsidR="0012591C" w:rsidRPr="00F130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8599D" w:rsidRPr="00F13049">
              <w:rPr>
                <w:rFonts w:ascii="Times New Roman" w:hAnsi="Times New Roman"/>
                <w:sz w:val="24"/>
                <w:szCs w:val="24"/>
              </w:rPr>
              <w:t>obserwacja</w:t>
            </w:r>
          </w:p>
        </w:tc>
        <w:tc>
          <w:tcPr>
            <w:tcW w:w="2126" w:type="dxa"/>
          </w:tcPr>
          <w:p w14:paraId="11765423" w14:textId="34D834E6" w:rsidR="00087E43" w:rsidRPr="001C4F7C" w:rsidRDefault="00087E4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4F7C">
              <w:rPr>
                <w:b w:val="0"/>
                <w:smallCaps w:val="0"/>
                <w:szCs w:val="24"/>
              </w:rPr>
              <w:t>ćw</w:t>
            </w:r>
          </w:p>
        </w:tc>
      </w:tr>
      <w:tr w:rsidR="0012591C" w:rsidRPr="00B56778" w14:paraId="3148B3CB" w14:textId="77777777" w:rsidTr="00C05F44">
        <w:tc>
          <w:tcPr>
            <w:tcW w:w="1985" w:type="dxa"/>
          </w:tcPr>
          <w:p w14:paraId="53466C3E" w14:textId="4150B519" w:rsidR="0012591C" w:rsidRPr="00B56778" w:rsidRDefault="0012591C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56778">
              <w:rPr>
                <w:b w:val="0"/>
                <w:szCs w:val="24"/>
              </w:rPr>
              <w:t>EK_0</w:t>
            </w:r>
            <w:r w:rsidR="00EC58CD" w:rsidRPr="00B56778">
              <w:rPr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4FB36ED3" w14:textId="72C82A56" w:rsidR="0012591C" w:rsidRPr="001C4F7C" w:rsidRDefault="00EC58C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4F7C">
              <w:rPr>
                <w:b w:val="0"/>
                <w:smallCaps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31AF6880" w14:textId="57FAD8FD" w:rsidR="0012591C" w:rsidRPr="001C4F7C" w:rsidRDefault="00EC58C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4F7C">
              <w:rPr>
                <w:b w:val="0"/>
                <w:smallCaps w:val="0"/>
                <w:szCs w:val="24"/>
              </w:rPr>
              <w:t>ćw</w:t>
            </w:r>
          </w:p>
        </w:tc>
      </w:tr>
      <w:tr w:rsidR="0012591C" w:rsidRPr="00B56778" w14:paraId="415FC1D7" w14:textId="77777777" w:rsidTr="00C05F44">
        <w:tc>
          <w:tcPr>
            <w:tcW w:w="1985" w:type="dxa"/>
          </w:tcPr>
          <w:p w14:paraId="2998DF24" w14:textId="4F8D06FE" w:rsidR="0012591C" w:rsidRPr="00B56778" w:rsidRDefault="0012591C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B56778">
              <w:rPr>
                <w:b w:val="0"/>
                <w:szCs w:val="24"/>
              </w:rPr>
              <w:t>EK_0</w:t>
            </w:r>
            <w:r w:rsidR="00EC58CD" w:rsidRPr="00B56778">
              <w:rPr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68B52631" w14:textId="040D284C" w:rsidR="0012591C" w:rsidRPr="001C4F7C" w:rsidRDefault="00EC58C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4F7C">
              <w:rPr>
                <w:b w:val="0"/>
                <w:smallCaps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088715E6" w14:textId="4D634A5C" w:rsidR="0012591C" w:rsidRPr="001C4F7C" w:rsidRDefault="00EC58C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1C4F7C">
              <w:rPr>
                <w:b w:val="0"/>
                <w:smallCaps w:val="0"/>
                <w:szCs w:val="24"/>
              </w:rPr>
              <w:t>ćw</w:t>
            </w:r>
          </w:p>
        </w:tc>
      </w:tr>
    </w:tbl>
    <w:p w14:paraId="4E38F28A" w14:textId="2EF87133" w:rsidR="00923D7D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BC58F34" w14:textId="77777777" w:rsidR="00592D07" w:rsidRPr="00B56778" w:rsidRDefault="00592D07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303D80D" w14:textId="3F34E6E1" w:rsidR="00923D7D" w:rsidRPr="00B56778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56778">
        <w:rPr>
          <w:smallCaps w:val="0"/>
          <w:szCs w:val="24"/>
        </w:rPr>
        <w:t xml:space="preserve">4.2 </w:t>
      </w:r>
      <w:r w:rsidR="0085747A" w:rsidRPr="00B56778">
        <w:rPr>
          <w:smallCaps w:val="0"/>
          <w:szCs w:val="24"/>
        </w:rPr>
        <w:t>Warunki zaliczenia przedmiotu (kryteria oceniania)</w:t>
      </w:r>
      <w:r w:rsidR="00923D7D" w:rsidRPr="00B56778">
        <w:rPr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6778" w14:paraId="4FB4E605" w14:textId="77777777" w:rsidTr="00923D7D">
        <w:tc>
          <w:tcPr>
            <w:tcW w:w="9670" w:type="dxa"/>
          </w:tcPr>
          <w:p w14:paraId="47DF30FE" w14:textId="21C60A5E" w:rsidR="00D04F07" w:rsidRPr="00B56778" w:rsidRDefault="00E55D0C" w:rsidP="001C4F7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 xml:space="preserve">Wykład: </w:t>
            </w:r>
            <w:r w:rsidR="00435BAD">
              <w:rPr>
                <w:b w:val="0"/>
                <w:smallCaps w:val="0"/>
                <w:szCs w:val="24"/>
              </w:rPr>
              <w:t>obecność i prawidłow</w:t>
            </w:r>
            <w:r w:rsidR="00F13049">
              <w:rPr>
                <w:b w:val="0"/>
                <w:smallCaps w:val="0"/>
                <w:szCs w:val="24"/>
              </w:rPr>
              <w:t>e</w:t>
            </w:r>
            <w:r w:rsidR="00435BAD">
              <w:rPr>
                <w:b w:val="0"/>
                <w:smallCaps w:val="0"/>
                <w:szCs w:val="24"/>
              </w:rPr>
              <w:t xml:space="preserve"> odpowied</w:t>
            </w:r>
            <w:r w:rsidR="00F13049">
              <w:rPr>
                <w:b w:val="0"/>
                <w:smallCaps w:val="0"/>
                <w:szCs w:val="24"/>
              </w:rPr>
              <w:t xml:space="preserve">zi </w:t>
            </w:r>
            <w:r w:rsidR="00435BAD">
              <w:rPr>
                <w:b w:val="0"/>
                <w:smallCaps w:val="0"/>
                <w:szCs w:val="24"/>
              </w:rPr>
              <w:t>na postawione pytania problemowe (ocena jakościowa).</w:t>
            </w:r>
          </w:p>
          <w:p w14:paraId="5959029E" w14:textId="262B9840" w:rsidR="00D04F07" w:rsidRDefault="00E55D0C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Ćwiczenia: aktywność w trakcie zajęć</w:t>
            </w:r>
            <w:r w:rsidR="00F13049">
              <w:rPr>
                <w:b w:val="0"/>
                <w:smallCaps w:val="0"/>
                <w:szCs w:val="24"/>
              </w:rPr>
              <w:t>, praca pisemna nt. „Diagnoza wybranej rodziny dysfunkcyjnej”</w:t>
            </w:r>
            <w:r w:rsidR="00435BAD">
              <w:rPr>
                <w:b w:val="0"/>
                <w:smallCaps w:val="0"/>
                <w:szCs w:val="24"/>
              </w:rPr>
              <w:t xml:space="preserve"> i kolokwium zaliczeniowe ocenione wg skali.</w:t>
            </w:r>
          </w:p>
          <w:p w14:paraId="7FAF03C5" w14:textId="5291FE33" w:rsidR="00D04F07" w:rsidRDefault="00D04F07" w:rsidP="00D04F0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Skala oceniania:</w:t>
            </w:r>
          </w:p>
          <w:p w14:paraId="7830A2C3" w14:textId="77777777" w:rsidR="00D04F07" w:rsidRPr="00334938" w:rsidRDefault="00D04F07" w:rsidP="00D04F0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7CE0F8F7" w14:textId="77777777" w:rsidR="00D04F07" w:rsidRPr="00334938" w:rsidRDefault="00D04F07" w:rsidP="00D04F0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5DBC0BBF" w14:textId="77777777" w:rsidR="00D04F07" w:rsidRPr="00334938" w:rsidRDefault="00D04F07" w:rsidP="00D04F0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121B8D82" w14:textId="77777777" w:rsidR="00D04F07" w:rsidRPr="00334938" w:rsidRDefault="00D04F07" w:rsidP="00D04F0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46107603" w14:textId="77777777" w:rsidR="00D04F07" w:rsidRPr="00334938" w:rsidRDefault="00D04F07" w:rsidP="00D04F0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008C3D5E" w14:textId="77777777" w:rsidR="00D04F07" w:rsidRPr="00334938" w:rsidRDefault="00D04F07" w:rsidP="00D04F0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1F1ADE52" w14:textId="77777777" w:rsidR="00D04F07" w:rsidRPr="00334938" w:rsidRDefault="00D04F07" w:rsidP="00D04F0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64CFB8D8" w14:textId="77777777" w:rsidR="00D04F07" w:rsidRPr="00334938" w:rsidRDefault="00D04F07" w:rsidP="00D04F0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0FF31FA2" w14:textId="77777777" w:rsidR="00D04F07" w:rsidRPr="00334938" w:rsidRDefault="00D04F07" w:rsidP="00D04F0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0CEE87AB" w14:textId="77777777" w:rsidR="00D04F07" w:rsidRDefault="00D04F0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7568C75B" w14:textId="2ED1E445" w:rsidR="00F13049" w:rsidRPr="00B56778" w:rsidRDefault="00F1304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B5677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F897661" w14:textId="77777777" w:rsidR="009F4610" w:rsidRPr="00B56778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56778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56778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B56778" w14:paraId="085F6EB5" w14:textId="77777777" w:rsidTr="00435BAD">
        <w:tc>
          <w:tcPr>
            <w:tcW w:w="5245" w:type="dxa"/>
            <w:vAlign w:val="center"/>
          </w:tcPr>
          <w:p w14:paraId="5AF78E02" w14:textId="77777777" w:rsidR="0085747A" w:rsidRPr="00B567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778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B56778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B56778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660FD4B1" w14:textId="77777777" w:rsidR="0085747A" w:rsidRPr="00B567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778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B56778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B567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6778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56778" w14:paraId="10FA7CE6" w14:textId="77777777" w:rsidTr="00435BAD">
        <w:tc>
          <w:tcPr>
            <w:tcW w:w="5245" w:type="dxa"/>
          </w:tcPr>
          <w:p w14:paraId="5026D884" w14:textId="77777777" w:rsidR="0085747A" w:rsidRPr="00B56778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B56778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B56778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B56778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B56778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B56778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B56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B56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7D4D13B8" w14:textId="42A7828B" w:rsidR="0085747A" w:rsidRPr="00B56778" w:rsidRDefault="00C714A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B56778" w14:paraId="2A990EB9" w14:textId="77777777" w:rsidTr="00435BAD">
        <w:tc>
          <w:tcPr>
            <w:tcW w:w="5245" w:type="dxa"/>
          </w:tcPr>
          <w:p w14:paraId="74962B30" w14:textId="77777777" w:rsidR="00C61DC5" w:rsidRPr="00B5677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B56778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5F20E7F8" w14:textId="7F51BF4B" w:rsidR="00DE7D18" w:rsidRPr="00B56778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-</w:t>
            </w:r>
            <w:r w:rsidR="00435B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DC5" w:rsidRPr="00B56778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4003D403" w14:textId="7E24AF22" w:rsidR="00C61DC5" w:rsidRPr="00B56778" w:rsidRDefault="00DE7D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-</w:t>
            </w:r>
            <w:r w:rsidR="00435B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>udział w</w:t>
            </w:r>
            <w:r w:rsidR="00C61DC5" w:rsidRPr="00B56778">
              <w:rPr>
                <w:rFonts w:ascii="Times New Roman" w:hAnsi="Times New Roman"/>
                <w:sz w:val="24"/>
                <w:szCs w:val="24"/>
              </w:rPr>
              <w:t xml:space="preserve"> egzaminie</w:t>
            </w:r>
          </w:p>
        </w:tc>
        <w:tc>
          <w:tcPr>
            <w:tcW w:w="4394" w:type="dxa"/>
          </w:tcPr>
          <w:p w14:paraId="1607E907" w14:textId="77777777" w:rsidR="00B561CB" w:rsidRDefault="00B561C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AF502A" w14:textId="77777777" w:rsidR="00C61DC5" w:rsidRPr="00B56778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DE94F6E" w14:textId="1AA2FE8D" w:rsidR="00DE7D18" w:rsidRPr="00B56778" w:rsidRDefault="00DE7D18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B56778" w14:paraId="442A0F9E" w14:textId="77777777" w:rsidTr="00435BAD">
        <w:tc>
          <w:tcPr>
            <w:tcW w:w="5245" w:type="dxa"/>
          </w:tcPr>
          <w:p w14:paraId="29E1C64D" w14:textId="77777777" w:rsidR="00891F94" w:rsidRPr="00B56778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 xml:space="preserve">Godziny niekontaktowe – praca własna studenta: </w:t>
            </w:r>
          </w:p>
          <w:p w14:paraId="55814E37" w14:textId="77777777" w:rsidR="00891F94" w:rsidRPr="00B56778" w:rsidRDefault="00891F94" w:rsidP="00891F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 xml:space="preserve">- przygotowanie do zajęć  </w:t>
            </w:r>
          </w:p>
          <w:p w14:paraId="5D2F3BEF" w14:textId="4883650E" w:rsidR="00891F94" w:rsidRPr="00B56778" w:rsidRDefault="00891F94" w:rsidP="00B561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- przygotowanie do zaliczenia</w:t>
            </w:r>
          </w:p>
        </w:tc>
        <w:tc>
          <w:tcPr>
            <w:tcW w:w="4394" w:type="dxa"/>
          </w:tcPr>
          <w:p w14:paraId="3CB48876" w14:textId="77777777" w:rsidR="00891F94" w:rsidRPr="00B56778" w:rsidRDefault="00891F9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6462248" w14:textId="2870B4E3" w:rsidR="00891F94" w:rsidRPr="00B56778" w:rsidRDefault="00B561CB" w:rsidP="00891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781B2367" w14:textId="42ACF8AC" w:rsidR="00891F94" w:rsidRPr="00B56778" w:rsidRDefault="00B561CB" w:rsidP="00C714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5747A" w:rsidRPr="00B56778" w14:paraId="6DB50674" w14:textId="77777777" w:rsidTr="00435BAD">
        <w:tc>
          <w:tcPr>
            <w:tcW w:w="5245" w:type="dxa"/>
          </w:tcPr>
          <w:p w14:paraId="1CA5FB24" w14:textId="77777777" w:rsidR="0085747A" w:rsidRPr="00B5677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26A04648" w14:textId="0E20A934" w:rsidR="0085747A" w:rsidRPr="00B56778" w:rsidRDefault="00B561C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B56778" w14:paraId="3E0A8E5B" w14:textId="77777777" w:rsidTr="00435BAD">
        <w:tc>
          <w:tcPr>
            <w:tcW w:w="5245" w:type="dxa"/>
          </w:tcPr>
          <w:p w14:paraId="54C58939" w14:textId="77777777" w:rsidR="0085747A" w:rsidRPr="00B5677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677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392E3DED" w14:textId="017573CC" w:rsidR="0085747A" w:rsidRPr="00B561CB" w:rsidRDefault="00B561C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61C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36040A0F" w14:textId="77777777" w:rsidR="0085747A" w:rsidRPr="00B56778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B56778">
        <w:rPr>
          <w:b w:val="0"/>
          <w:i/>
          <w:smallCaps w:val="0"/>
          <w:szCs w:val="24"/>
        </w:rPr>
        <w:t xml:space="preserve">* </w:t>
      </w:r>
      <w:r w:rsidR="00C61DC5" w:rsidRPr="00B56778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B56778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96A522A" w14:textId="659FD17F" w:rsidR="0085747A" w:rsidRPr="00B56778" w:rsidRDefault="0071620A" w:rsidP="00157871">
      <w:pPr>
        <w:pStyle w:val="Punktygwne"/>
        <w:spacing w:before="0" w:after="0"/>
        <w:rPr>
          <w:smallCaps w:val="0"/>
          <w:szCs w:val="24"/>
        </w:rPr>
      </w:pPr>
      <w:r w:rsidRPr="00B56778">
        <w:rPr>
          <w:smallCaps w:val="0"/>
          <w:szCs w:val="24"/>
        </w:rPr>
        <w:t xml:space="preserve">6. </w:t>
      </w:r>
      <w:r w:rsidR="0085747A" w:rsidRPr="00B56778">
        <w:rPr>
          <w:smallCaps w:val="0"/>
          <w:szCs w:val="24"/>
        </w:rPr>
        <w:t>PRAKTYKI ZAWO</w:t>
      </w:r>
      <w:r w:rsidR="009C1331" w:rsidRPr="00B56778">
        <w:rPr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1"/>
        <w:gridCol w:w="4612"/>
      </w:tblGrid>
      <w:tr w:rsidR="0085747A" w:rsidRPr="00B56778" w14:paraId="1F812E7C" w14:textId="77777777" w:rsidTr="00157871">
        <w:trPr>
          <w:trHeight w:val="397"/>
        </w:trPr>
        <w:tc>
          <w:tcPr>
            <w:tcW w:w="4395" w:type="dxa"/>
          </w:tcPr>
          <w:p w14:paraId="2EDF00EE" w14:textId="77777777" w:rsidR="0085747A" w:rsidRPr="00B5677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3C3384FA" w14:textId="483E2008" w:rsidR="0085747A" w:rsidRPr="00B56778" w:rsidRDefault="00B561CB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="00DA4EBE" w:rsidRPr="00B56778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B56778" w14:paraId="2465DEE2" w14:textId="77777777" w:rsidTr="00157871">
        <w:trPr>
          <w:trHeight w:val="397"/>
        </w:trPr>
        <w:tc>
          <w:tcPr>
            <w:tcW w:w="4395" w:type="dxa"/>
          </w:tcPr>
          <w:p w14:paraId="39E0FF59" w14:textId="77777777" w:rsidR="0085747A" w:rsidRPr="00B5677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5677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07B0CAEF" w14:textId="7C47AEF3" w:rsidR="0085747A" w:rsidRPr="00B56778" w:rsidRDefault="00B561C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="00DA4EBE" w:rsidRPr="00B56778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14:paraId="73245672" w14:textId="77777777" w:rsidR="003E1941" w:rsidRPr="00B56778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F0ADF2E" w14:textId="2B5D9449" w:rsidR="00675843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56778">
        <w:rPr>
          <w:smallCaps w:val="0"/>
          <w:szCs w:val="24"/>
        </w:rPr>
        <w:t xml:space="preserve">7. </w:t>
      </w:r>
      <w:r w:rsidR="0085747A" w:rsidRPr="00B56778">
        <w:rPr>
          <w:smallCaps w:val="0"/>
          <w:szCs w:val="24"/>
        </w:rPr>
        <w:t>LITERATURA</w:t>
      </w:r>
      <w:r w:rsidRPr="00B56778">
        <w:rPr>
          <w:smallCaps w:val="0"/>
          <w:szCs w:val="24"/>
        </w:rPr>
        <w:t xml:space="preserve"> </w:t>
      </w:r>
    </w:p>
    <w:p w14:paraId="400E872A" w14:textId="77777777" w:rsidR="00157871" w:rsidRPr="00B56778" w:rsidRDefault="00157871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56778" w14:paraId="5729AA55" w14:textId="77777777" w:rsidTr="00B56778">
        <w:trPr>
          <w:trHeight w:val="397"/>
        </w:trPr>
        <w:tc>
          <w:tcPr>
            <w:tcW w:w="5000" w:type="pct"/>
          </w:tcPr>
          <w:p w14:paraId="575597E8" w14:textId="650F99F5" w:rsidR="00372ACF" w:rsidRPr="00592D07" w:rsidRDefault="0085747A" w:rsidP="009C54AE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  <w:r w:rsidRPr="00592D07">
              <w:rPr>
                <w:bCs/>
                <w:smallCaps w:val="0"/>
                <w:szCs w:val="24"/>
              </w:rPr>
              <w:t>Literatura podstawowa:</w:t>
            </w:r>
          </w:p>
          <w:p w14:paraId="581FDAC8" w14:textId="22924B9C" w:rsidR="00C32BDC" w:rsidRPr="00B56778" w:rsidRDefault="00C32BDC" w:rsidP="00C32B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 xml:space="preserve">Friel, L., Friel, J. (2021). </w:t>
            </w:r>
            <w:r w:rsidRPr="00B561CB">
              <w:rPr>
                <w:rFonts w:ascii="Times New Roman" w:hAnsi="Times New Roman"/>
                <w:i/>
                <w:sz w:val="24"/>
                <w:szCs w:val="24"/>
              </w:rPr>
              <w:t>Jak uwolnić się od ciężaru dysfunkcyjnej rodziny. Wsparcie dla dorosłych dzieci z trudnych domów</w:t>
            </w:r>
            <w:r w:rsidR="00194EAA" w:rsidRPr="00B567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612FB" w:rsidRPr="00B56778">
              <w:rPr>
                <w:rFonts w:ascii="Times New Roman" w:hAnsi="Times New Roman"/>
                <w:sz w:val="24"/>
                <w:szCs w:val="24"/>
              </w:rPr>
              <w:t>Łódź</w:t>
            </w:r>
            <w:r w:rsidR="00194EAA" w:rsidRPr="00B56778">
              <w:rPr>
                <w:rFonts w:ascii="Times New Roman" w:hAnsi="Times New Roman"/>
                <w:sz w:val="24"/>
                <w:szCs w:val="24"/>
              </w:rPr>
              <w:t>: Wydawnictwo Feeria Science</w:t>
            </w:r>
            <w:r w:rsidR="003612FB" w:rsidRPr="00B5677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4ED96E" w14:textId="02BDCB43" w:rsidR="00372ACF" w:rsidRPr="00B56778" w:rsidRDefault="00372ACF" w:rsidP="00372AC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B56778">
              <w:rPr>
                <w:b w:val="0"/>
                <w:smallCaps w:val="0"/>
                <w:color w:val="000000"/>
                <w:szCs w:val="24"/>
              </w:rPr>
              <w:t xml:space="preserve">Gibson, L.C. (2021). </w:t>
            </w:r>
            <w:r w:rsidRPr="00B561CB">
              <w:rPr>
                <w:b w:val="0"/>
                <w:i/>
                <w:smallCaps w:val="0"/>
                <w:color w:val="000000"/>
                <w:szCs w:val="24"/>
              </w:rPr>
              <w:t>Jak wyzwolić się z wpływu niedojrzałych emocjonalnie rodziców</w:t>
            </w:r>
            <w:r w:rsidRPr="00B56778">
              <w:rPr>
                <w:b w:val="0"/>
                <w:smallCaps w:val="0"/>
                <w:color w:val="000000"/>
                <w:szCs w:val="24"/>
              </w:rPr>
              <w:t>.</w:t>
            </w:r>
            <w:r w:rsidR="00194EAA" w:rsidRPr="00B56778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B56778">
              <w:rPr>
                <w:b w:val="0"/>
                <w:smallCaps w:val="0"/>
                <w:color w:val="000000"/>
                <w:szCs w:val="24"/>
              </w:rPr>
              <w:t>Kraków</w:t>
            </w:r>
            <w:r w:rsidR="00B561CB">
              <w:rPr>
                <w:b w:val="0"/>
                <w:smallCaps w:val="0"/>
                <w:color w:val="000000"/>
                <w:szCs w:val="24"/>
              </w:rPr>
              <w:t>: Wydawnictwo</w:t>
            </w:r>
            <w:r w:rsidR="00194EAA" w:rsidRPr="00B56778">
              <w:rPr>
                <w:b w:val="0"/>
                <w:smallCaps w:val="0"/>
                <w:color w:val="000000"/>
                <w:szCs w:val="24"/>
              </w:rPr>
              <w:t xml:space="preserve"> UJ</w:t>
            </w:r>
            <w:r w:rsidRPr="00B56778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4E1CA98A" w14:textId="1A3E6D70" w:rsidR="00372ACF" w:rsidRPr="00B56778" w:rsidRDefault="00372ACF" w:rsidP="00372A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lastRenderedPageBreak/>
              <w:t>Janicka</w:t>
            </w:r>
            <w:r w:rsidR="00B561CB">
              <w:rPr>
                <w:rFonts w:ascii="Times New Roman" w:hAnsi="Times New Roman"/>
                <w:sz w:val="24"/>
                <w:szCs w:val="24"/>
              </w:rPr>
              <w:t>,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 xml:space="preserve"> I., (2010). </w:t>
            </w:r>
            <w:r w:rsidRPr="00B56778">
              <w:rPr>
                <w:rFonts w:ascii="Times New Roman" w:hAnsi="Times New Roman"/>
                <w:i/>
                <w:sz w:val="24"/>
                <w:szCs w:val="24"/>
              </w:rPr>
              <w:t>Rodzice i dzieci w różnych systemach rodzinnych.</w:t>
            </w:r>
            <w:r w:rsidR="00B561CB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>Kraków</w:t>
            </w:r>
            <w:r w:rsidR="00194EAA" w:rsidRPr="00B56778">
              <w:rPr>
                <w:rFonts w:ascii="Times New Roman" w:hAnsi="Times New Roman"/>
                <w:sz w:val="24"/>
                <w:szCs w:val="24"/>
              </w:rPr>
              <w:t>:</w:t>
            </w:r>
            <w:r w:rsidR="00194EAA" w:rsidRPr="00B56778">
              <w:rPr>
                <w:rFonts w:ascii="Times New Roman" w:hAnsi="Times New Roman"/>
                <w:iCs/>
                <w:sz w:val="24"/>
                <w:szCs w:val="24"/>
              </w:rPr>
              <w:t xml:space="preserve"> Oficyna Wydawnicza IMPULS.</w:t>
            </w:r>
          </w:p>
          <w:p w14:paraId="6F20C4C5" w14:textId="2B39DB53" w:rsidR="00372ACF" w:rsidRPr="00B56778" w:rsidRDefault="00B561CB" w:rsidP="00157871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Nowak, B. (2021). </w:t>
            </w:r>
            <w:r w:rsidR="00372ACF" w:rsidRPr="00B56778">
              <w:rPr>
                <w:b w:val="0"/>
                <w:i/>
                <w:iCs/>
                <w:smallCaps w:val="0"/>
                <w:color w:val="000000"/>
                <w:szCs w:val="24"/>
              </w:rPr>
              <w:t>Rodzina w kryzysie.</w:t>
            </w:r>
            <w:r w:rsidR="00372ACF" w:rsidRPr="00B56778">
              <w:rPr>
                <w:b w:val="0"/>
                <w:smallCaps w:val="0"/>
                <w:color w:val="000000"/>
                <w:szCs w:val="24"/>
              </w:rPr>
              <w:t xml:space="preserve"> Warszawa</w:t>
            </w:r>
            <w:r w:rsidR="00194EAA" w:rsidRPr="00B56778">
              <w:rPr>
                <w:b w:val="0"/>
                <w:smallCaps w:val="0"/>
                <w:color w:val="000000"/>
                <w:szCs w:val="24"/>
              </w:rPr>
              <w:t>: PWN</w:t>
            </w:r>
            <w:r w:rsidR="00372ACF" w:rsidRPr="00B56778">
              <w:rPr>
                <w:b w:val="0"/>
                <w:smallCaps w:val="0"/>
                <w:color w:val="000000"/>
                <w:szCs w:val="24"/>
              </w:rPr>
              <w:t>.</w:t>
            </w:r>
            <w:r w:rsidR="00372ACF" w:rsidRPr="00B56778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B56778" w14:paraId="4A1283F2" w14:textId="77777777" w:rsidTr="00B56778">
        <w:trPr>
          <w:trHeight w:val="397"/>
        </w:trPr>
        <w:tc>
          <w:tcPr>
            <w:tcW w:w="5000" w:type="pct"/>
          </w:tcPr>
          <w:p w14:paraId="4C6EE933" w14:textId="77777777" w:rsidR="003936C9" w:rsidRPr="00592D07" w:rsidRDefault="0085747A" w:rsidP="009732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D0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Literatura uzupełniająca: </w:t>
            </w:r>
          </w:p>
          <w:p w14:paraId="498A94FB" w14:textId="0EA06F98" w:rsidR="00460275" w:rsidRPr="00B56778" w:rsidRDefault="003936C9" w:rsidP="00973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eastAsia="Times New Roman" w:hAnsi="Times New Roman"/>
                <w:color w:val="212529"/>
                <w:sz w:val="24"/>
                <w:szCs w:val="24"/>
                <w:lang w:eastAsia="pl-PL"/>
              </w:rPr>
              <w:t xml:space="preserve">Dolata, D.A., (2019). </w:t>
            </w:r>
            <w:r w:rsidRPr="00B561CB">
              <w:rPr>
                <w:rFonts w:ascii="Times New Roman" w:eastAsia="Times New Roman" w:hAnsi="Times New Roman"/>
                <w:i/>
                <w:color w:val="212529"/>
                <w:sz w:val="24"/>
                <w:szCs w:val="24"/>
                <w:lang w:eastAsia="pl-PL"/>
              </w:rPr>
              <w:t>Dorosłość osób wychowywanych w rodzinie alkoholowej: wsparcie społeczne oczekiwane i otrzymywane</w:t>
            </w:r>
            <w:r w:rsidR="00194EAA" w:rsidRPr="00B56778">
              <w:rPr>
                <w:rFonts w:ascii="Times New Roman" w:eastAsia="Times New Roman" w:hAnsi="Times New Roman"/>
                <w:color w:val="212529"/>
                <w:sz w:val="24"/>
                <w:szCs w:val="24"/>
                <w:lang w:eastAsia="pl-PL"/>
              </w:rPr>
              <w:t>.</w:t>
            </w:r>
            <w:r w:rsidRPr="00B56778">
              <w:rPr>
                <w:rFonts w:ascii="Times New Roman" w:eastAsia="Times New Roman" w:hAnsi="Times New Roman"/>
                <w:color w:val="212529"/>
                <w:sz w:val="24"/>
                <w:szCs w:val="24"/>
                <w:lang w:eastAsia="pl-PL"/>
              </w:rPr>
              <w:t xml:space="preserve"> Poznań</w:t>
            </w:r>
            <w:r w:rsidR="00194EAA" w:rsidRPr="00B56778">
              <w:rPr>
                <w:rFonts w:ascii="Times New Roman" w:eastAsia="Times New Roman" w:hAnsi="Times New Roman"/>
                <w:color w:val="212529"/>
                <w:sz w:val="24"/>
                <w:szCs w:val="24"/>
                <w:lang w:eastAsia="pl-PL"/>
              </w:rPr>
              <w:t>: Wydawnictwo Naukowe UAM.</w:t>
            </w:r>
          </w:p>
          <w:p w14:paraId="71FCFB3A" w14:textId="5929692F" w:rsidR="003612FB" w:rsidRPr="00B56778" w:rsidRDefault="003612FB" w:rsidP="009732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6778">
              <w:rPr>
                <w:rFonts w:ascii="Times New Roman" w:hAnsi="Times New Roman"/>
                <w:sz w:val="24"/>
                <w:szCs w:val="24"/>
              </w:rPr>
              <w:t>Dudek, M. (red.).</w:t>
            </w:r>
            <w:r w:rsidR="00116620" w:rsidRPr="00B56778">
              <w:rPr>
                <w:rFonts w:ascii="Times New Roman" w:hAnsi="Times New Roman"/>
                <w:sz w:val="24"/>
                <w:szCs w:val="24"/>
              </w:rPr>
              <w:t>(2010).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778">
              <w:rPr>
                <w:rFonts w:ascii="Times New Roman" w:hAnsi="Times New Roman"/>
                <w:i/>
                <w:iCs/>
                <w:sz w:val="24"/>
                <w:szCs w:val="24"/>
              </w:rPr>
              <w:t>Wsparcie rodziny dysfunkcyjnej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>.</w:t>
            </w:r>
            <w:r w:rsidR="00116620" w:rsidRPr="00B567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4EAA" w:rsidRPr="00B567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Łódź: </w:t>
            </w:r>
            <w:r w:rsidR="00116620" w:rsidRPr="00B56778">
              <w:rPr>
                <w:rFonts w:ascii="Times New Roman" w:hAnsi="Times New Roman"/>
                <w:sz w:val="24"/>
                <w:szCs w:val="24"/>
                <w:lang w:val="en-US"/>
              </w:rPr>
              <w:t>Maternus Media.</w:t>
            </w:r>
          </w:p>
          <w:p w14:paraId="3A682012" w14:textId="69EB2D5D" w:rsidR="00E275EB" w:rsidRPr="00B56778" w:rsidRDefault="00E275EB" w:rsidP="00E275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6778">
              <w:rPr>
                <w:rFonts w:ascii="Times New Roman" w:hAnsi="Times New Roman"/>
                <w:sz w:val="24"/>
                <w:szCs w:val="24"/>
                <w:lang w:val="en-US"/>
              </w:rPr>
              <w:t>Forward</w:t>
            </w:r>
            <w:r w:rsidR="00B561C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B567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S., Craig, B. (2011). </w:t>
            </w:r>
            <w:r w:rsidRPr="00B561CB">
              <w:rPr>
                <w:rFonts w:ascii="Times New Roman" w:hAnsi="Times New Roman"/>
                <w:i/>
                <w:sz w:val="24"/>
                <w:szCs w:val="24"/>
              </w:rPr>
              <w:t>Toksyczni rodzice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94EAA" w:rsidRPr="00B56778">
              <w:rPr>
                <w:rFonts w:ascii="Times New Roman" w:hAnsi="Times New Roman"/>
                <w:sz w:val="24"/>
                <w:szCs w:val="24"/>
              </w:rPr>
              <w:t xml:space="preserve">Warszawa: </w:t>
            </w:r>
            <w:r w:rsidR="00B561CB">
              <w:rPr>
                <w:rFonts w:ascii="Times New Roman" w:hAnsi="Times New Roman"/>
                <w:sz w:val="24"/>
                <w:szCs w:val="24"/>
              </w:rPr>
              <w:t>Wydawnictwo</w:t>
            </w:r>
            <w:r w:rsidRPr="00B56778">
              <w:rPr>
                <w:rFonts w:ascii="Times New Roman" w:hAnsi="Times New Roman"/>
                <w:sz w:val="24"/>
                <w:szCs w:val="24"/>
              </w:rPr>
              <w:t xml:space="preserve"> Czarna Owca.</w:t>
            </w:r>
          </w:p>
          <w:p w14:paraId="50DC4945" w14:textId="50F9D193" w:rsidR="001311D1" w:rsidRPr="00B56778" w:rsidRDefault="001311D1" w:rsidP="00E275EB">
            <w:pPr>
              <w:pStyle w:val="Standard"/>
              <w:rPr>
                <w:rFonts w:eastAsia="TimesNewRomanPSMT" w:cs="Times New Roman"/>
              </w:rPr>
            </w:pPr>
            <w:r w:rsidRPr="00B56778">
              <w:rPr>
                <w:rFonts w:eastAsia="TimesNewRomanPSMT" w:cs="Times New Roman"/>
              </w:rPr>
              <w:t>Jarosz</w:t>
            </w:r>
            <w:r w:rsidR="00B561CB">
              <w:rPr>
                <w:rFonts w:eastAsia="TimesNewRomanPSMT" w:cs="Times New Roman"/>
              </w:rPr>
              <w:t>,</w:t>
            </w:r>
            <w:r w:rsidRPr="00B56778">
              <w:rPr>
                <w:rFonts w:eastAsia="TimesNewRomanPSMT" w:cs="Times New Roman"/>
              </w:rPr>
              <w:t xml:space="preserve"> E., Wysocka</w:t>
            </w:r>
            <w:r w:rsidR="00B561CB">
              <w:rPr>
                <w:rFonts w:eastAsia="TimesNewRomanPSMT" w:cs="Times New Roman"/>
              </w:rPr>
              <w:t>,</w:t>
            </w:r>
            <w:r w:rsidRPr="00B56778">
              <w:rPr>
                <w:rFonts w:eastAsia="TimesNewRomanPSMT" w:cs="Times New Roman"/>
              </w:rPr>
              <w:t xml:space="preserve"> E. (2006). </w:t>
            </w:r>
            <w:r w:rsidRPr="00B561CB">
              <w:rPr>
                <w:rFonts w:eastAsia="TimesNewRomanPSMT" w:cs="Times New Roman"/>
                <w:i/>
              </w:rPr>
              <w:t>Diagnoza psychopedagogiczna – podstawowe problemy i rozwiązania</w:t>
            </w:r>
            <w:r w:rsidR="00194EAA" w:rsidRPr="00B56778">
              <w:rPr>
                <w:rFonts w:eastAsia="TimesNewRomanPSMT" w:cs="Times New Roman"/>
              </w:rPr>
              <w:t>.</w:t>
            </w:r>
            <w:r w:rsidRPr="00B56778">
              <w:rPr>
                <w:rFonts w:eastAsia="TimesNewRomanPSMT" w:cs="Times New Roman"/>
              </w:rPr>
              <w:t xml:space="preserve"> </w:t>
            </w:r>
            <w:r w:rsidR="00194EAA" w:rsidRPr="00B56778">
              <w:rPr>
                <w:rFonts w:eastAsia="TimesNewRomanPSMT" w:cs="Times New Roman"/>
              </w:rPr>
              <w:t>War</w:t>
            </w:r>
            <w:r w:rsidR="00B561CB">
              <w:rPr>
                <w:rFonts w:eastAsia="TimesNewRomanPSMT" w:cs="Times New Roman"/>
              </w:rPr>
              <w:t xml:space="preserve">szawa: Wydawnictwo Akademickie </w:t>
            </w:r>
            <w:r w:rsidRPr="00B56778">
              <w:rPr>
                <w:rFonts w:eastAsia="TimesNewRomanPSMT" w:cs="Times New Roman"/>
              </w:rPr>
              <w:t>„ŻAK”.</w:t>
            </w:r>
          </w:p>
          <w:p w14:paraId="190D5EA1" w14:textId="4F3C8865" w:rsidR="003936C9" w:rsidRPr="00B56778" w:rsidRDefault="00460275" w:rsidP="00E275EB">
            <w:pPr>
              <w:spacing w:after="0" w:line="240" w:lineRule="auto"/>
              <w:rPr>
                <w:rStyle w:val="Uwydatnienie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B56778">
              <w:rPr>
                <w:rStyle w:val="Uwydatnienie"/>
                <w:rFonts w:ascii="Times New Roman" w:hAnsi="Times New Roman"/>
                <w:i w:val="0"/>
                <w:iCs w:val="0"/>
                <w:sz w:val="24"/>
                <w:szCs w:val="24"/>
              </w:rPr>
              <w:t>Ochojska</w:t>
            </w:r>
            <w:r w:rsidR="00B561CB">
              <w:rPr>
                <w:rStyle w:val="Uwydatnienie"/>
                <w:rFonts w:ascii="Times New Roman" w:hAnsi="Times New Roman"/>
                <w:i w:val="0"/>
                <w:iCs w:val="0"/>
                <w:sz w:val="24"/>
                <w:szCs w:val="24"/>
              </w:rPr>
              <w:t>, D.</w:t>
            </w:r>
            <w:r w:rsidR="00194EAA" w:rsidRPr="00B56778">
              <w:rPr>
                <w:rStyle w:val="Uwydatnienie"/>
                <w:rFonts w:ascii="Times New Roman" w:hAnsi="Times New Roman"/>
                <w:i w:val="0"/>
                <w:iCs w:val="0"/>
                <w:sz w:val="24"/>
                <w:szCs w:val="24"/>
              </w:rPr>
              <w:t xml:space="preserve"> </w:t>
            </w:r>
            <w:r w:rsidR="00194EAA" w:rsidRPr="00B561CB">
              <w:rPr>
                <w:rStyle w:val="Uwydatnienie"/>
                <w:rFonts w:ascii="Times New Roman" w:hAnsi="Times New Roman"/>
                <w:i w:val="0"/>
                <w:sz w:val="24"/>
                <w:szCs w:val="24"/>
              </w:rPr>
              <w:t>(2008).</w:t>
            </w:r>
            <w:r w:rsidRPr="00B56778">
              <w:rPr>
                <w:rStyle w:val="Uwydatnienie"/>
                <w:rFonts w:ascii="Times New Roman" w:hAnsi="Times New Roman"/>
                <w:i w:val="0"/>
                <w:iCs w:val="0"/>
                <w:sz w:val="24"/>
                <w:szCs w:val="24"/>
              </w:rPr>
              <w:t xml:space="preserve"> </w:t>
            </w:r>
            <w:r w:rsidRPr="00B56778">
              <w:rPr>
                <w:rStyle w:val="Uwydatnienie"/>
                <w:rFonts w:ascii="Times New Roman" w:hAnsi="Times New Roman"/>
                <w:sz w:val="24"/>
                <w:szCs w:val="24"/>
              </w:rPr>
              <w:t>Analiza sytuacji w rodzinie generacyjnej w percepcji osób odbywających karę pozbawienia wolności</w:t>
            </w:r>
            <w:r w:rsidRPr="00B56778">
              <w:rPr>
                <w:rStyle w:val="Uwydatnienie"/>
                <w:rFonts w:ascii="Times New Roman" w:hAnsi="Times New Roman"/>
                <w:i w:val="0"/>
                <w:iCs w:val="0"/>
                <w:sz w:val="24"/>
                <w:szCs w:val="24"/>
              </w:rPr>
              <w:t xml:space="preserve">, </w:t>
            </w:r>
            <w:r w:rsidR="00194EAA" w:rsidRPr="00B56778">
              <w:rPr>
                <w:rStyle w:val="Uwydatnienie"/>
                <w:rFonts w:ascii="Times New Roman" w:hAnsi="Times New Roman"/>
                <w:i w:val="0"/>
                <w:iCs w:val="0"/>
                <w:sz w:val="24"/>
                <w:szCs w:val="24"/>
              </w:rPr>
              <w:t>s. 439-449,</w:t>
            </w:r>
            <w:r w:rsidR="00194EAA" w:rsidRPr="00B56778">
              <w:rPr>
                <w:rStyle w:val="Uwydatnienie"/>
                <w:rFonts w:ascii="Times New Roman" w:hAnsi="Times New Roman"/>
                <w:sz w:val="24"/>
                <w:szCs w:val="24"/>
              </w:rPr>
              <w:t xml:space="preserve"> </w:t>
            </w:r>
            <w:r w:rsidRPr="00B56778">
              <w:rPr>
                <w:rStyle w:val="Uwydatnienie"/>
                <w:rFonts w:ascii="Times New Roman" w:hAnsi="Times New Roman"/>
                <w:i w:val="0"/>
                <w:iCs w:val="0"/>
                <w:sz w:val="24"/>
                <w:szCs w:val="24"/>
              </w:rPr>
              <w:t>w: F. Kozaczuk (red.) Efektywność oddziaływań  resocjalizacyjnych</w:t>
            </w:r>
            <w:r w:rsidR="00B561CB">
              <w:rPr>
                <w:rStyle w:val="Uwydatnienie"/>
                <w:rFonts w:ascii="Times New Roman" w:hAnsi="Times New Roman"/>
                <w:i w:val="0"/>
                <w:iCs w:val="0"/>
                <w:sz w:val="24"/>
                <w:szCs w:val="24"/>
              </w:rPr>
              <w:t>.</w:t>
            </w:r>
            <w:r w:rsidR="00194EAA" w:rsidRPr="00B56778">
              <w:rPr>
                <w:rStyle w:val="Uwydatnienie"/>
                <w:rFonts w:ascii="Times New Roman" w:hAnsi="Times New Roman"/>
                <w:i w:val="0"/>
                <w:iCs w:val="0"/>
                <w:sz w:val="24"/>
                <w:szCs w:val="24"/>
              </w:rPr>
              <w:t xml:space="preserve"> Rzeszów: </w:t>
            </w:r>
            <w:r w:rsidRPr="00B56778">
              <w:rPr>
                <w:rStyle w:val="Uwydatnienie"/>
                <w:rFonts w:ascii="Times New Roman" w:hAnsi="Times New Roman"/>
                <w:i w:val="0"/>
                <w:iCs w:val="0"/>
                <w:sz w:val="24"/>
                <w:szCs w:val="24"/>
              </w:rPr>
              <w:t>Wydawnictwo Uniwersytetu Rzeszowskiego.</w:t>
            </w:r>
          </w:p>
          <w:p w14:paraId="747866F4" w14:textId="2CBF467F" w:rsidR="009A623D" w:rsidRPr="00B56778" w:rsidRDefault="00BC0C48" w:rsidP="00B8122D">
            <w:pPr>
              <w:spacing w:after="0" w:line="240" w:lineRule="auto"/>
              <w:rPr>
                <w:rFonts w:ascii="Times New Roman" w:hAnsi="Times New Roman"/>
                <w:color w:val="222222"/>
                <w:sz w:val="24"/>
                <w:szCs w:val="24"/>
                <w:lang w:eastAsia="pl-PL"/>
              </w:rPr>
            </w:pPr>
            <w:r w:rsidRPr="00B5677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Stanisławska, I.A., Rutkowski R. (2021). </w:t>
            </w:r>
            <w:r w:rsidRPr="00B56778">
              <w:rPr>
                <w:rFonts w:ascii="Times New Roman" w:hAnsi="Times New Roman"/>
                <w:i/>
                <w:iCs/>
                <w:color w:val="222222"/>
                <w:sz w:val="24"/>
                <w:szCs w:val="24"/>
              </w:rPr>
              <w:t>Toksyczna matka</w:t>
            </w:r>
            <w:r w:rsidRPr="00B5677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. </w:t>
            </w:r>
            <w:r w:rsidR="00194EAA" w:rsidRPr="00B56778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Warszawa: </w:t>
            </w:r>
            <w:r w:rsidR="00E275EB" w:rsidRPr="00B56778">
              <w:rPr>
                <w:rFonts w:ascii="Times New Roman" w:hAnsi="Times New Roman"/>
                <w:color w:val="222222"/>
                <w:sz w:val="24"/>
                <w:szCs w:val="24"/>
              </w:rPr>
              <w:t>Wydawnictwo Muza</w:t>
            </w:r>
            <w:r w:rsidR="00B8122D" w:rsidRPr="00B56778">
              <w:rPr>
                <w:rFonts w:ascii="Times New Roman" w:hAnsi="Times New Roman"/>
                <w:color w:val="222222"/>
                <w:sz w:val="24"/>
                <w:szCs w:val="24"/>
              </w:rPr>
              <w:t>.</w:t>
            </w:r>
          </w:p>
        </w:tc>
      </w:tr>
    </w:tbl>
    <w:p w14:paraId="6B8A153C" w14:textId="77777777" w:rsidR="00157871" w:rsidRDefault="00157871" w:rsidP="00F83B28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0A69D07" w14:textId="77777777" w:rsidR="0085747A" w:rsidRPr="00B56778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56778">
        <w:rPr>
          <w:b w:val="0"/>
          <w:smallCaps w:val="0"/>
          <w:szCs w:val="24"/>
        </w:rPr>
        <w:t>Akceptacja Kierownika Jednostki lub osoby upoważnionej</w:t>
      </w:r>
    </w:p>
    <w:sectPr w:rsidR="0085747A" w:rsidRPr="00B567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7FB21" w14:textId="77777777" w:rsidR="005525B3" w:rsidRDefault="005525B3" w:rsidP="00C16ABF">
      <w:pPr>
        <w:spacing w:after="0" w:line="240" w:lineRule="auto"/>
      </w:pPr>
      <w:r>
        <w:separator/>
      </w:r>
    </w:p>
  </w:endnote>
  <w:endnote w:type="continuationSeparator" w:id="0">
    <w:p w14:paraId="7FABB021" w14:textId="77777777" w:rsidR="005525B3" w:rsidRDefault="005525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A77CF" w14:textId="77777777" w:rsidR="005525B3" w:rsidRDefault="005525B3" w:rsidP="00C16ABF">
      <w:pPr>
        <w:spacing w:after="0" w:line="240" w:lineRule="auto"/>
      </w:pPr>
      <w:r>
        <w:separator/>
      </w:r>
    </w:p>
  </w:footnote>
  <w:footnote w:type="continuationSeparator" w:id="0">
    <w:p w14:paraId="6ACE3482" w14:textId="77777777" w:rsidR="005525B3" w:rsidRDefault="005525B3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F66561"/>
    <w:multiLevelType w:val="hybridMultilevel"/>
    <w:tmpl w:val="900A5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C6132D"/>
    <w:multiLevelType w:val="multilevel"/>
    <w:tmpl w:val="9836F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708416">
    <w:abstractNumId w:val="0"/>
  </w:num>
  <w:num w:numId="2" w16cid:durableId="1011444439">
    <w:abstractNumId w:val="1"/>
  </w:num>
  <w:num w:numId="3" w16cid:durableId="16809986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A42"/>
    <w:rsid w:val="00022ECE"/>
    <w:rsid w:val="000230A2"/>
    <w:rsid w:val="00042A51"/>
    <w:rsid w:val="00042D2E"/>
    <w:rsid w:val="00044C82"/>
    <w:rsid w:val="00070ED6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A4122"/>
    <w:rsid w:val="000B192D"/>
    <w:rsid w:val="000B28EE"/>
    <w:rsid w:val="000B3E37"/>
    <w:rsid w:val="000C55B2"/>
    <w:rsid w:val="000D04B0"/>
    <w:rsid w:val="000F1C57"/>
    <w:rsid w:val="000F5615"/>
    <w:rsid w:val="00100E4F"/>
    <w:rsid w:val="00104300"/>
    <w:rsid w:val="00106317"/>
    <w:rsid w:val="00116620"/>
    <w:rsid w:val="00124BFF"/>
    <w:rsid w:val="0012560E"/>
    <w:rsid w:val="0012591C"/>
    <w:rsid w:val="00127108"/>
    <w:rsid w:val="001311D1"/>
    <w:rsid w:val="00134B13"/>
    <w:rsid w:val="00146BC0"/>
    <w:rsid w:val="00153C41"/>
    <w:rsid w:val="00154381"/>
    <w:rsid w:val="00157871"/>
    <w:rsid w:val="001640A7"/>
    <w:rsid w:val="00164FA7"/>
    <w:rsid w:val="00166A03"/>
    <w:rsid w:val="001718A7"/>
    <w:rsid w:val="00172AC3"/>
    <w:rsid w:val="001737CF"/>
    <w:rsid w:val="00173FE6"/>
    <w:rsid w:val="00176083"/>
    <w:rsid w:val="001770C7"/>
    <w:rsid w:val="00192F37"/>
    <w:rsid w:val="00193629"/>
    <w:rsid w:val="00194EAA"/>
    <w:rsid w:val="001A70D2"/>
    <w:rsid w:val="001C4F7C"/>
    <w:rsid w:val="001D2AA0"/>
    <w:rsid w:val="001D657B"/>
    <w:rsid w:val="001D7B54"/>
    <w:rsid w:val="001E0209"/>
    <w:rsid w:val="001F2CA2"/>
    <w:rsid w:val="002144C0"/>
    <w:rsid w:val="0022477D"/>
    <w:rsid w:val="002278A9"/>
    <w:rsid w:val="00231136"/>
    <w:rsid w:val="002336F9"/>
    <w:rsid w:val="0024028F"/>
    <w:rsid w:val="00243B52"/>
    <w:rsid w:val="00244ABC"/>
    <w:rsid w:val="002464DD"/>
    <w:rsid w:val="00262B90"/>
    <w:rsid w:val="002706B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E7E74"/>
    <w:rsid w:val="002F02A3"/>
    <w:rsid w:val="002F1EBC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2FB"/>
    <w:rsid w:val="00363F78"/>
    <w:rsid w:val="00372ACF"/>
    <w:rsid w:val="0039341B"/>
    <w:rsid w:val="003936C9"/>
    <w:rsid w:val="00395DFE"/>
    <w:rsid w:val="003A0A5B"/>
    <w:rsid w:val="003A1176"/>
    <w:rsid w:val="003C0BAE"/>
    <w:rsid w:val="003C7689"/>
    <w:rsid w:val="003D18A9"/>
    <w:rsid w:val="003D1B9F"/>
    <w:rsid w:val="003D33D8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5BAD"/>
    <w:rsid w:val="004362C6"/>
    <w:rsid w:val="00437FA2"/>
    <w:rsid w:val="004400B8"/>
    <w:rsid w:val="00441860"/>
    <w:rsid w:val="00445970"/>
    <w:rsid w:val="0045729E"/>
    <w:rsid w:val="00460275"/>
    <w:rsid w:val="00461EFC"/>
    <w:rsid w:val="004652C2"/>
    <w:rsid w:val="004706D1"/>
    <w:rsid w:val="00471326"/>
    <w:rsid w:val="0047598D"/>
    <w:rsid w:val="004840FD"/>
    <w:rsid w:val="00490F7D"/>
    <w:rsid w:val="00491678"/>
    <w:rsid w:val="00491957"/>
    <w:rsid w:val="00495AAA"/>
    <w:rsid w:val="004968E2"/>
    <w:rsid w:val="004A23B1"/>
    <w:rsid w:val="004A3EEA"/>
    <w:rsid w:val="004A4D1F"/>
    <w:rsid w:val="004C0487"/>
    <w:rsid w:val="004D06E7"/>
    <w:rsid w:val="004D5282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525B3"/>
    <w:rsid w:val="005531F2"/>
    <w:rsid w:val="0056696D"/>
    <w:rsid w:val="00573EF9"/>
    <w:rsid w:val="00592D07"/>
    <w:rsid w:val="0059484D"/>
    <w:rsid w:val="005A0855"/>
    <w:rsid w:val="005A0E4D"/>
    <w:rsid w:val="005A3196"/>
    <w:rsid w:val="005A6957"/>
    <w:rsid w:val="005C080F"/>
    <w:rsid w:val="005C55E5"/>
    <w:rsid w:val="005C696A"/>
    <w:rsid w:val="005D005F"/>
    <w:rsid w:val="005E10D0"/>
    <w:rsid w:val="005E6E85"/>
    <w:rsid w:val="005F23E8"/>
    <w:rsid w:val="005F31D2"/>
    <w:rsid w:val="0060139F"/>
    <w:rsid w:val="00606C83"/>
    <w:rsid w:val="006070B7"/>
    <w:rsid w:val="0061029B"/>
    <w:rsid w:val="006112C3"/>
    <w:rsid w:val="00617230"/>
    <w:rsid w:val="00621CE1"/>
    <w:rsid w:val="00623812"/>
    <w:rsid w:val="00627FC9"/>
    <w:rsid w:val="00647FA8"/>
    <w:rsid w:val="00650C5F"/>
    <w:rsid w:val="00654934"/>
    <w:rsid w:val="006620D9"/>
    <w:rsid w:val="00671958"/>
    <w:rsid w:val="00675843"/>
    <w:rsid w:val="00680530"/>
    <w:rsid w:val="00692024"/>
    <w:rsid w:val="00696477"/>
    <w:rsid w:val="006A5EAC"/>
    <w:rsid w:val="006B6B58"/>
    <w:rsid w:val="006D050F"/>
    <w:rsid w:val="006D6139"/>
    <w:rsid w:val="006E5D65"/>
    <w:rsid w:val="006E6FAD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096"/>
    <w:rsid w:val="007A4022"/>
    <w:rsid w:val="007A4A6C"/>
    <w:rsid w:val="007A6E6E"/>
    <w:rsid w:val="007B250C"/>
    <w:rsid w:val="007C3299"/>
    <w:rsid w:val="007C3BCC"/>
    <w:rsid w:val="007C4546"/>
    <w:rsid w:val="007D6E56"/>
    <w:rsid w:val="007F1652"/>
    <w:rsid w:val="007F4155"/>
    <w:rsid w:val="008124AE"/>
    <w:rsid w:val="0081554D"/>
    <w:rsid w:val="0081707E"/>
    <w:rsid w:val="00831D6D"/>
    <w:rsid w:val="008449B3"/>
    <w:rsid w:val="0085747A"/>
    <w:rsid w:val="008574DC"/>
    <w:rsid w:val="00860713"/>
    <w:rsid w:val="00862D0D"/>
    <w:rsid w:val="008834D1"/>
    <w:rsid w:val="00884922"/>
    <w:rsid w:val="00885F64"/>
    <w:rsid w:val="00886473"/>
    <w:rsid w:val="008917F9"/>
    <w:rsid w:val="00891F94"/>
    <w:rsid w:val="008A45F7"/>
    <w:rsid w:val="008B43D7"/>
    <w:rsid w:val="008B45CB"/>
    <w:rsid w:val="008C0CC0"/>
    <w:rsid w:val="008C19A9"/>
    <w:rsid w:val="008C379D"/>
    <w:rsid w:val="008C5147"/>
    <w:rsid w:val="008C5359"/>
    <w:rsid w:val="008C5363"/>
    <w:rsid w:val="008D2CB0"/>
    <w:rsid w:val="008D3DFB"/>
    <w:rsid w:val="008E1A51"/>
    <w:rsid w:val="008E4056"/>
    <w:rsid w:val="008E4F0D"/>
    <w:rsid w:val="008E64F4"/>
    <w:rsid w:val="008F0B8D"/>
    <w:rsid w:val="008F12C9"/>
    <w:rsid w:val="008F161E"/>
    <w:rsid w:val="008F3D05"/>
    <w:rsid w:val="008F4409"/>
    <w:rsid w:val="008F6E29"/>
    <w:rsid w:val="00912BE1"/>
    <w:rsid w:val="00916188"/>
    <w:rsid w:val="0091671F"/>
    <w:rsid w:val="00923D7D"/>
    <w:rsid w:val="0094744A"/>
    <w:rsid w:val="009508DF"/>
    <w:rsid w:val="00950DAC"/>
    <w:rsid w:val="00954A07"/>
    <w:rsid w:val="00956799"/>
    <w:rsid w:val="00973282"/>
    <w:rsid w:val="00997F14"/>
    <w:rsid w:val="009A623D"/>
    <w:rsid w:val="009A78CD"/>
    <w:rsid w:val="009A78D9"/>
    <w:rsid w:val="009B5956"/>
    <w:rsid w:val="009C1331"/>
    <w:rsid w:val="009C3E31"/>
    <w:rsid w:val="009C54AE"/>
    <w:rsid w:val="009C788E"/>
    <w:rsid w:val="009D3F06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3FA5"/>
    <w:rsid w:val="00A54817"/>
    <w:rsid w:val="00A601C8"/>
    <w:rsid w:val="00A60799"/>
    <w:rsid w:val="00A7523D"/>
    <w:rsid w:val="00A7732B"/>
    <w:rsid w:val="00A84C85"/>
    <w:rsid w:val="00A97DE1"/>
    <w:rsid w:val="00AB053C"/>
    <w:rsid w:val="00AB2A5F"/>
    <w:rsid w:val="00AB2F7A"/>
    <w:rsid w:val="00AC3592"/>
    <w:rsid w:val="00AD1146"/>
    <w:rsid w:val="00AD27D3"/>
    <w:rsid w:val="00AD28D2"/>
    <w:rsid w:val="00AD66D6"/>
    <w:rsid w:val="00AE1160"/>
    <w:rsid w:val="00AE203C"/>
    <w:rsid w:val="00AE2E74"/>
    <w:rsid w:val="00AE595B"/>
    <w:rsid w:val="00AE5FCB"/>
    <w:rsid w:val="00AF2C1E"/>
    <w:rsid w:val="00AF64F8"/>
    <w:rsid w:val="00AF7CEA"/>
    <w:rsid w:val="00B06142"/>
    <w:rsid w:val="00B135B1"/>
    <w:rsid w:val="00B13AB9"/>
    <w:rsid w:val="00B17E4E"/>
    <w:rsid w:val="00B3130B"/>
    <w:rsid w:val="00B32DA5"/>
    <w:rsid w:val="00B35F6B"/>
    <w:rsid w:val="00B37E93"/>
    <w:rsid w:val="00B40ADB"/>
    <w:rsid w:val="00B43B77"/>
    <w:rsid w:val="00B43E80"/>
    <w:rsid w:val="00B51CAD"/>
    <w:rsid w:val="00B561CB"/>
    <w:rsid w:val="00B56778"/>
    <w:rsid w:val="00B607DB"/>
    <w:rsid w:val="00B66529"/>
    <w:rsid w:val="00B67290"/>
    <w:rsid w:val="00B75946"/>
    <w:rsid w:val="00B8056E"/>
    <w:rsid w:val="00B8122D"/>
    <w:rsid w:val="00B819C8"/>
    <w:rsid w:val="00B82308"/>
    <w:rsid w:val="00B90885"/>
    <w:rsid w:val="00B95EF9"/>
    <w:rsid w:val="00BB520A"/>
    <w:rsid w:val="00BC0C48"/>
    <w:rsid w:val="00BD3869"/>
    <w:rsid w:val="00BD66E9"/>
    <w:rsid w:val="00BD6FF4"/>
    <w:rsid w:val="00BE01DC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2BDC"/>
    <w:rsid w:val="00C3359A"/>
    <w:rsid w:val="00C36992"/>
    <w:rsid w:val="00C42EC5"/>
    <w:rsid w:val="00C56036"/>
    <w:rsid w:val="00C61DC5"/>
    <w:rsid w:val="00C67E92"/>
    <w:rsid w:val="00C70A26"/>
    <w:rsid w:val="00C714A4"/>
    <w:rsid w:val="00C766DF"/>
    <w:rsid w:val="00C83410"/>
    <w:rsid w:val="00C94B98"/>
    <w:rsid w:val="00CA2B96"/>
    <w:rsid w:val="00CA5089"/>
    <w:rsid w:val="00CA773C"/>
    <w:rsid w:val="00CB386F"/>
    <w:rsid w:val="00CB42CB"/>
    <w:rsid w:val="00CC5DD8"/>
    <w:rsid w:val="00CD6897"/>
    <w:rsid w:val="00CE5BAC"/>
    <w:rsid w:val="00CF25BE"/>
    <w:rsid w:val="00CF78ED"/>
    <w:rsid w:val="00D02B25"/>
    <w:rsid w:val="00D02EBA"/>
    <w:rsid w:val="00D04286"/>
    <w:rsid w:val="00D04F07"/>
    <w:rsid w:val="00D17C3C"/>
    <w:rsid w:val="00D26B2C"/>
    <w:rsid w:val="00D31F50"/>
    <w:rsid w:val="00D352C9"/>
    <w:rsid w:val="00D35DE2"/>
    <w:rsid w:val="00D425B2"/>
    <w:rsid w:val="00D428D6"/>
    <w:rsid w:val="00D50DB1"/>
    <w:rsid w:val="00D552B2"/>
    <w:rsid w:val="00D57EEF"/>
    <w:rsid w:val="00D608D1"/>
    <w:rsid w:val="00D74119"/>
    <w:rsid w:val="00D8075B"/>
    <w:rsid w:val="00D84032"/>
    <w:rsid w:val="00D8599D"/>
    <w:rsid w:val="00D8678B"/>
    <w:rsid w:val="00DA2114"/>
    <w:rsid w:val="00DA4EBE"/>
    <w:rsid w:val="00DC7475"/>
    <w:rsid w:val="00DD1FDF"/>
    <w:rsid w:val="00DD57E1"/>
    <w:rsid w:val="00DE09C0"/>
    <w:rsid w:val="00DE2B3D"/>
    <w:rsid w:val="00DE4A14"/>
    <w:rsid w:val="00DE6450"/>
    <w:rsid w:val="00DE7D18"/>
    <w:rsid w:val="00DF320D"/>
    <w:rsid w:val="00DF71C8"/>
    <w:rsid w:val="00E129B8"/>
    <w:rsid w:val="00E21E7D"/>
    <w:rsid w:val="00E22FBC"/>
    <w:rsid w:val="00E24974"/>
    <w:rsid w:val="00E24BF5"/>
    <w:rsid w:val="00E25338"/>
    <w:rsid w:val="00E2693C"/>
    <w:rsid w:val="00E275EB"/>
    <w:rsid w:val="00E334FC"/>
    <w:rsid w:val="00E36A8A"/>
    <w:rsid w:val="00E5152B"/>
    <w:rsid w:val="00E51E44"/>
    <w:rsid w:val="00E55D0C"/>
    <w:rsid w:val="00E63348"/>
    <w:rsid w:val="00E63E69"/>
    <w:rsid w:val="00E6743E"/>
    <w:rsid w:val="00E75A39"/>
    <w:rsid w:val="00E77E88"/>
    <w:rsid w:val="00E8107D"/>
    <w:rsid w:val="00E960BB"/>
    <w:rsid w:val="00E97DC8"/>
    <w:rsid w:val="00EA2074"/>
    <w:rsid w:val="00EA4832"/>
    <w:rsid w:val="00EA4E9D"/>
    <w:rsid w:val="00EB1260"/>
    <w:rsid w:val="00EB1935"/>
    <w:rsid w:val="00EB37FE"/>
    <w:rsid w:val="00EC4899"/>
    <w:rsid w:val="00EC58CD"/>
    <w:rsid w:val="00ED03AB"/>
    <w:rsid w:val="00ED0499"/>
    <w:rsid w:val="00ED32D2"/>
    <w:rsid w:val="00EE32DE"/>
    <w:rsid w:val="00EE5457"/>
    <w:rsid w:val="00F070AB"/>
    <w:rsid w:val="00F13049"/>
    <w:rsid w:val="00F17567"/>
    <w:rsid w:val="00F27A7B"/>
    <w:rsid w:val="00F3513C"/>
    <w:rsid w:val="00F5195F"/>
    <w:rsid w:val="00F526AF"/>
    <w:rsid w:val="00F617C3"/>
    <w:rsid w:val="00F7066B"/>
    <w:rsid w:val="00F752F6"/>
    <w:rsid w:val="00F82FF3"/>
    <w:rsid w:val="00F83B28"/>
    <w:rsid w:val="00FA46E5"/>
    <w:rsid w:val="00FB7DBA"/>
    <w:rsid w:val="00FC1C25"/>
    <w:rsid w:val="00FC3F45"/>
    <w:rsid w:val="00FD4271"/>
    <w:rsid w:val="00FD503F"/>
    <w:rsid w:val="00FD7474"/>
    <w:rsid w:val="00FD7589"/>
    <w:rsid w:val="00FE3938"/>
    <w:rsid w:val="00FF016A"/>
    <w:rsid w:val="00FF1401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0FD193DF-AA38-4560-B4E7-F17D5315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2B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02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6027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Uwydatnienie">
    <w:name w:val="Emphasis"/>
    <w:basedOn w:val="Domylnaczcionkaakapitu"/>
    <w:uiPriority w:val="20"/>
    <w:qFormat/>
    <w:rsid w:val="00460275"/>
    <w:rPr>
      <w:i/>
      <w:iCs/>
    </w:rPr>
  </w:style>
  <w:style w:type="paragraph" w:customStyle="1" w:styleId="Standard">
    <w:name w:val="Standard"/>
    <w:rsid w:val="0086071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32BD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pdauthorlist">
    <w:name w:val="pdauthorlist"/>
    <w:basedOn w:val="Domylnaczcionkaakapitu"/>
    <w:rsid w:val="00C32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0395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368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596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6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AA942-7667-4644-96B4-25DF79FC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5</Pages>
  <Words>1180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Tomasz Bator</cp:lastModifiedBy>
  <cp:revision>7</cp:revision>
  <cp:lastPrinted>2022-12-29T08:23:00Z</cp:lastPrinted>
  <dcterms:created xsi:type="dcterms:W3CDTF">2023-01-25T15:20:00Z</dcterms:created>
  <dcterms:modified xsi:type="dcterms:W3CDTF">2023-06-06T08:04:00Z</dcterms:modified>
</cp:coreProperties>
</file>